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3B1A" w:rsidRPr="00B55B5A" w:rsidRDefault="000D5596" w:rsidP="000D5596">
      <w:pPr>
        <w:tabs>
          <w:tab w:val="left" w:pos="1440"/>
          <w:tab w:val="left" w:pos="5400"/>
          <w:tab w:val="left" w:pos="6660"/>
          <w:tab w:val="left" w:pos="10440"/>
          <w:tab w:val="left" w:pos="11700"/>
        </w:tabs>
        <w:rPr>
          <w:rFonts w:ascii="Arial Narrow" w:hAnsi="Arial Narrow"/>
          <w:b/>
        </w:rPr>
      </w:pPr>
      <w:r w:rsidRPr="00B55B5A">
        <w:rPr>
          <w:rFonts w:ascii="Arial Narrow" w:hAnsi="Arial Narrow"/>
          <w:b/>
        </w:rPr>
        <w:t>Teacher</w:t>
      </w:r>
      <w:r w:rsidR="000F1C7A" w:rsidRPr="00B55B5A">
        <w:rPr>
          <w:rFonts w:ascii="Arial Narrow" w:hAnsi="Arial Narrow"/>
          <w:b/>
        </w:rPr>
        <w:t>(s)</w:t>
      </w:r>
      <w:r w:rsidR="00941B0A" w:rsidRPr="00B55B5A">
        <w:rPr>
          <w:rFonts w:ascii="Arial Narrow" w:hAnsi="Arial Narrow"/>
          <w:b/>
        </w:rPr>
        <w:t xml:space="preserve">: </w:t>
      </w:r>
      <w:r w:rsidR="003C2F49" w:rsidRPr="00B55B5A">
        <w:rPr>
          <w:rFonts w:ascii="Arial Narrow" w:hAnsi="Arial Narrow"/>
          <w:b/>
        </w:rPr>
        <w:t xml:space="preserve">  </w:t>
      </w:r>
      <w:r w:rsidR="00775052">
        <w:rPr>
          <w:rFonts w:ascii="Arial Narrow" w:hAnsi="Arial Narrow"/>
          <w:b/>
        </w:rPr>
        <w:t>Johnson</w:t>
      </w:r>
      <w:r w:rsidR="003C2F49" w:rsidRPr="00B55B5A">
        <w:rPr>
          <w:rFonts w:ascii="Arial Narrow" w:hAnsi="Arial Narrow"/>
          <w:b/>
        </w:rPr>
        <w:t xml:space="preserve">        </w:t>
      </w:r>
      <w:r w:rsidR="00B105FA" w:rsidRPr="00B55B5A">
        <w:rPr>
          <w:rFonts w:ascii="Arial Narrow" w:hAnsi="Arial Narrow"/>
          <w:b/>
        </w:rPr>
        <w:tab/>
      </w:r>
      <w:r w:rsidR="003C2F49" w:rsidRPr="00B55B5A">
        <w:rPr>
          <w:rFonts w:ascii="Arial Narrow" w:hAnsi="Arial Narrow"/>
          <w:b/>
        </w:rPr>
        <w:t xml:space="preserve"> </w:t>
      </w:r>
      <w:r w:rsidR="00F02D03" w:rsidRPr="00B55B5A">
        <w:rPr>
          <w:rFonts w:ascii="Arial Narrow" w:hAnsi="Arial Narrow"/>
          <w:b/>
        </w:rPr>
        <w:t>Subject:</w:t>
      </w:r>
      <w:r w:rsidR="00775052">
        <w:rPr>
          <w:rFonts w:ascii="Arial Narrow" w:hAnsi="Arial Narrow"/>
          <w:b/>
        </w:rPr>
        <w:t xml:space="preserve"> World History</w:t>
      </w:r>
      <w:r w:rsidR="00B105FA" w:rsidRPr="00B55B5A">
        <w:rPr>
          <w:rFonts w:ascii="Arial Narrow" w:hAnsi="Arial Narrow"/>
          <w:b/>
        </w:rPr>
        <w:tab/>
      </w:r>
      <w:r w:rsidR="00F02D03" w:rsidRPr="00B55B5A">
        <w:rPr>
          <w:rFonts w:ascii="Arial Narrow" w:hAnsi="Arial Narrow"/>
          <w:b/>
        </w:rPr>
        <w:t>Week of:</w:t>
      </w:r>
      <w:r w:rsidR="00B55B5A" w:rsidRPr="00B55B5A">
        <w:rPr>
          <w:rFonts w:ascii="Arial Narrow" w:hAnsi="Arial Narrow"/>
          <w:b/>
        </w:rPr>
        <w:t xml:space="preserve"> </w:t>
      </w:r>
      <w:r w:rsidR="00EF7389">
        <w:rPr>
          <w:rFonts w:ascii="Arial Narrow" w:hAnsi="Arial Narrow"/>
          <w:b/>
        </w:rPr>
        <w:t>Jan 15 – 19, 2018</w:t>
      </w:r>
      <w:r w:rsidR="00B55B5A" w:rsidRPr="00B55B5A">
        <w:rPr>
          <w:rFonts w:ascii="Arial Narrow" w:hAnsi="Arial Narrow"/>
          <w:b/>
        </w:rPr>
        <w:t xml:space="preserve"> </w:t>
      </w:r>
      <w:r w:rsidR="00EF7389">
        <w:rPr>
          <w:rFonts w:ascii="Arial Narrow" w:hAnsi="Arial Narrow"/>
          <w:b/>
        </w:rPr>
        <w:t xml:space="preserve">       </w:t>
      </w:r>
      <w:r w:rsidR="00B55B5A" w:rsidRPr="00B55B5A">
        <w:rPr>
          <w:rFonts w:ascii="Arial Narrow" w:hAnsi="Arial Narrow"/>
          <w:b/>
        </w:rPr>
        <w:t xml:space="preserve"> Week:</w:t>
      </w:r>
      <w:r w:rsidR="00EF7389">
        <w:rPr>
          <w:rFonts w:ascii="Arial Narrow" w:hAnsi="Arial Narrow"/>
          <w:b/>
        </w:rPr>
        <w:t xml:space="preserve">  21</w:t>
      </w:r>
    </w:p>
    <w:tbl>
      <w:tblPr>
        <w:tblStyle w:val="TableGrid"/>
        <w:tblW w:w="14665" w:type="dxa"/>
        <w:tblLayout w:type="fixed"/>
        <w:tblLook w:val="01E0" w:firstRow="1" w:lastRow="1" w:firstColumn="1" w:lastColumn="1" w:noHBand="0" w:noVBand="0"/>
      </w:tblPr>
      <w:tblGrid>
        <w:gridCol w:w="828"/>
        <w:gridCol w:w="2880"/>
        <w:gridCol w:w="6750"/>
        <w:gridCol w:w="2250"/>
        <w:gridCol w:w="1957"/>
      </w:tblGrid>
      <w:tr w:rsidR="003B0319" w:rsidRPr="00B55B5A" w:rsidTr="00775052">
        <w:tc>
          <w:tcPr>
            <w:tcW w:w="828" w:type="dxa"/>
            <w:vAlign w:val="center"/>
          </w:tcPr>
          <w:p w:rsidR="003B0319" w:rsidRPr="00B55B5A" w:rsidRDefault="003B0319" w:rsidP="00AA71DB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DAY</w:t>
            </w:r>
          </w:p>
        </w:tc>
        <w:tc>
          <w:tcPr>
            <w:tcW w:w="2880" w:type="dxa"/>
            <w:vAlign w:val="center"/>
          </w:tcPr>
          <w:p w:rsidR="003B0319" w:rsidRPr="00B55B5A" w:rsidRDefault="003B0319" w:rsidP="00B83F9A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PRE-PLANNING</w:t>
            </w:r>
          </w:p>
        </w:tc>
        <w:tc>
          <w:tcPr>
            <w:tcW w:w="6750" w:type="dxa"/>
            <w:vAlign w:val="center"/>
          </w:tcPr>
          <w:p w:rsidR="003B0319" w:rsidRPr="00B55B5A" w:rsidRDefault="003B0319" w:rsidP="00B83F9A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AGENDA</w:t>
            </w:r>
          </w:p>
        </w:tc>
        <w:tc>
          <w:tcPr>
            <w:tcW w:w="2250" w:type="dxa"/>
            <w:vAlign w:val="center"/>
          </w:tcPr>
          <w:p w:rsidR="003B0319" w:rsidRPr="00B55B5A" w:rsidRDefault="00D570EB" w:rsidP="00B83F9A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INSTRUCTIONAL STRATEGIES</w:t>
            </w:r>
          </w:p>
        </w:tc>
        <w:tc>
          <w:tcPr>
            <w:tcW w:w="1957" w:type="dxa"/>
            <w:vAlign w:val="center"/>
          </w:tcPr>
          <w:p w:rsidR="003B0319" w:rsidRPr="00B55B5A" w:rsidRDefault="00D570EB" w:rsidP="00B83F9A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ASSESSMEN</w:t>
            </w:r>
            <w:r w:rsidR="00951F21" w:rsidRPr="00B55B5A">
              <w:rPr>
                <w:rFonts w:ascii="Arial Narrow" w:hAnsi="Arial Narrow"/>
                <w:b/>
                <w:sz w:val="16"/>
                <w:szCs w:val="16"/>
              </w:rPr>
              <w:t>T</w:t>
            </w:r>
          </w:p>
        </w:tc>
      </w:tr>
      <w:tr w:rsidR="00EA29EB" w:rsidRPr="00B55B5A" w:rsidTr="00775052">
        <w:trPr>
          <w:trHeight w:val="1529"/>
        </w:trPr>
        <w:tc>
          <w:tcPr>
            <w:tcW w:w="828" w:type="dxa"/>
            <w:vMerge w:val="restart"/>
            <w:vAlign w:val="center"/>
          </w:tcPr>
          <w:p w:rsidR="00EA29EB" w:rsidRPr="00B55B5A" w:rsidRDefault="00EA29EB" w:rsidP="00EA29EB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Mon</w:t>
            </w:r>
          </w:p>
        </w:tc>
        <w:tc>
          <w:tcPr>
            <w:tcW w:w="2880" w:type="dxa"/>
          </w:tcPr>
          <w:p w:rsidR="00EA29EB" w:rsidRPr="00B55B5A" w:rsidRDefault="00EA29EB" w:rsidP="007639C1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Standard(s):</w:t>
            </w:r>
          </w:p>
          <w:p w:rsidR="00EA29EB" w:rsidRPr="00B55B5A" w:rsidRDefault="00EA29EB" w:rsidP="007639C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750" w:type="dxa"/>
            <w:vMerge w:val="restart"/>
          </w:tcPr>
          <w:p w:rsidR="00EA29EB" w:rsidRDefault="00EA29EB" w:rsidP="00EF738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EF7389" w:rsidRDefault="00EF7389" w:rsidP="00EF738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EF7389" w:rsidRDefault="00EF7389" w:rsidP="00EF738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NO</w:t>
            </w:r>
          </w:p>
          <w:p w:rsidR="00EF7389" w:rsidRDefault="00EF7389" w:rsidP="00EF738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EF7389" w:rsidRPr="007639C1" w:rsidRDefault="00EF7389" w:rsidP="00EF738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SCHOOL</w:t>
            </w:r>
          </w:p>
        </w:tc>
        <w:tc>
          <w:tcPr>
            <w:tcW w:w="2250" w:type="dxa"/>
            <w:vMerge w:val="restart"/>
          </w:tcPr>
          <w:p w:rsidR="00EA29EB" w:rsidRPr="00B55B5A" w:rsidRDefault="00EA29EB" w:rsidP="00EA29EB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Advanced Organizer</w:t>
            </w:r>
          </w:p>
          <w:p w:rsidR="00EA29EB" w:rsidRPr="00B55B5A" w:rsidRDefault="00EA29EB" w:rsidP="00EA29EB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Choice Menu</w:t>
            </w:r>
          </w:p>
          <w:p w:rsidR="00EA29EB" w:rsidRPr="00B55B5A" w:rsidRDefault="00EA29EB" w:rsidP="00EA29EB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Cornell note</w:t>
            </w:r>
          </w:p>
          <w:p w:rsidR="00EA29EB" w:rsidRPr="00B55B5A" w:rsidRDefault="00EA29EB" w:rsidP="00EA29EB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Mincho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Brain Dump/Mind Map</w:t>
            </w:r>
          </w:p>
          <w:p w:rsidR="00EA29EB" w:rsidRPr="00B55B5A" w:rsidRDefault="00EA29EB" w:rsidP="00EA29EB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K-W-L</w:t>
            </w:r>
          </w:p>
          <w:p w:rsidR="00EA29EB" w:rsidRPr="00B55B5A" w:rsidRDefault="00EA29EB" w:rsidP="00EA29EB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Mincho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Carousel Brainstorming</w:t>
            </w:r>
          </w:p>
          <w:p w:rsidR="00EA29EB" w:rsidRPr="00B55B5A" w:rsidRDefault="00EA29EB" w:rsidP="00EA29EB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Mincho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3 Facts &amp; a Fib</w:t>
            </w:r>
          </w:p>
          <w:p w:rsidR="00EA29EB" w:rsidRPr="00B55B5A" w:rsidRDefault="00EA29EB" w:rsidP="00EA29EB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Mincho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Other</w:t>
            </w:r>
          </w:p>
        </w:tc>
        <w:tc>
          <w:tcPr>
            <w:tcW w:w="1957" w:type="dxa"/>
          </w:tcPr>
          <w:p w:rsidR="00EA29EB" w:rsidRPr="00B55B5A" w:rsidRDefault="00EA29EB" w:rsidP="00EA29EB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Formative:</w:t>
            </w:r>
          </w:p>
          <w:p w:rsidR="00EA29EB" w:rsidRPr="00B55B5A" w:rsidRDefault="00EA29EB" w:rsidP="00EA29EB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EA29EB" w:rsidRPr="00B55B5A" w:rsidRDefault="00EA29EB" w:rsidP="00EA29EB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EA29EB" w:rsidRPr="00B55B5A" w:rsidRDefault="00EA29EB" w:rsidP="00EA29EB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EA29EB" w:rsidRPr="00B55B5A" w:rsidTr="00775052">
        <w:trPr>
          <w:trHeight w:val="1421"/>
        </w:trPr>
        <w:tc>
          <w:tcPr>
            <w:tcW w:w="828" w:type="dxa"/>
            <w:vMerge/>
            <w:vAlign w:val="center"/>
          </w:tcPr>
          <w:p w:rsidR="00EA29EB" w:rsidRPr="00B55B5A" w:rsidRDefault="00EA29EB" w:rsidP="00EA29EB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2880" w:type="dxa"/>
          </w:tcPr>
          <w:p w:rsidR="00EA29EB" w:rsidRPr="00B55B5A" w:rsidRDefault="00EA29EB" w:rsidP="007639C1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Purpose:</w:t>
            </w:r>
          </w:p>
          <w:p w:rsidR="00EA29EB" w:rsidRPr="00B55B5A" w:rsidRDefault="00EA29EB" w:rsidP="007639C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750" w:type="dxa"/>
            <w:vMerge/>
          </w:tcPr>
          <w:p w:rsidR="00EA29EB" w:rsidRPr="007639C1" w:rsidRDefault="00EA29EB" w:rsidP="00EA29EB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</w:tcPr>
          <w:p w:rsidR="00EA29EB" w:rsidRPr="00B55B5A" w:rsidRDefault="00EA29EB" w:rsidP="00EA29E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57" w:type="dxa"/>
          </w:tcPr>
          <w:p w:rsidR="00EA29EB" w:rsidRPr="00B55B5A" w:rsidRDefault="00EA29EB" w:rsidP="00EA29EB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Summative:</w:t>
            </w:r>
          </w:p>
        </w:tc>
      </w:tr>
      <w:tr w:rsidR="00234CF1" w:rsidRPr="00B55B5A" w:rsidTr="00775052">
        <w:tblPrEx>
          <w:tblLook w:val="04A0" w:firstRow="1" w:lastRow="0" w:firstColumn="1" w:lastColumn="0" w:noHBand="0" w:noVBand="1"/>
        </w:tblPrEx>
        <w:trPr>
          <w:trHeight w:val="1520"/>
        </w:trPr>
        <w:tc>
          <w:tcPr>
            <w:tcW w:w="828" w:type="dxa"/>
            <w:vMerge w:val="restart"/>
            <w:vAlign w:val="center"/>
          </w:tcPr>
          <w:p w:rsidR="00234CF1" w:rsidRPr="00B55B5A" w:rsidRDefault="00EA29EB" w:rsidP="00EA29EB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Tues</w:t>
            </w:r>
          </w:p>
        </w:tc>
        <w:tc>
          <w:tcPr>
            <w:tcW w:w="2880" w:type="dxa"/>
          </w:tcPr>
          <w:p w:rsidR="00EA29EB" w:rsidRPr="00B55B5A" w:rsidRDefault="00EA29EB" w:rsidP="007639C1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Standard(s):</w:t>
            </w:r>
          </w:p>
          <w:p w:rsidR="00EA29EB" w:rsidRDefault="009466C4" w:rsidP="007639C1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SSWH 9 Analyze change and continuity in the Renaissance and Reformation.</w:t>
            </w:r>
          </w:p>
          <w:p w:rsidR="009466C4" w:rsidRDefault="009466C4" w:rsidP="007639C1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a. Explain the social, economic and political changes that contributed to the rise of Florence.</w:t>
            </w:r>
          </w:p>
          <w:p w:rsidR="009466C4" w:rsidRDefault="009466C4" w:rsidP="007639C1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b. Identify artistic and scientific achievements of the Renaissance</w:t>
            </w:r>
          </w:p>
          <w:p w:rsidR="009466C4" w:rsidRPr="009466C4" w:rsidRDefault="009466C4" w:rsidP="007639C1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c. Explain the main characteristics of humanism.</w:t>
            </w:r>
          </w:p>
        </w:tc>
        <w:tc>
          <w:tcPr>
            <w:tcW w:w="6750" w:type="dxa"/>
            <w:vMerge w:val="restart"/>
          </w:tcPr>
          <w:p w:rsidR="002F0CED" w:rsidRPr="007639C1" w:rsidRDefault="002F0CED" w:rsidP="002F0CED">
            <w:pPr>
              <w:rPr>
                <w:rFonts w:ascii="Arial Narrow" w:hAnsi="Arial Narrow"/>
                <w:b/>
                <w:color w:val="92D050"/>
                <w:sz w:val="20"/>
                <w:szCs w:val="20"/>
              </w:rPr>
            </w:pPr>
            <w:r w:rsidRPr="007639C1">
              <w:rPr>
                <w:rFonts w:ascii="Arial Narrow" w:hAnsi="Arial Narrow"/>
                <w:b/>
                <w:sz w:val="20"/>
                <w:szCs w:val="20"/>
              </w:rPr>
              <w:t xml:space="preserve">Do Now: </w:t>
            </w:r>
            <w:r w:rsidRPr="0069352C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>Guided Instruction (</w:t>
            </w:r>
            <w:r w:rsidRPr="0069352C">
              <w:rPr>
                <w:rFonts w:ascii="Arial Narrow" w:hAnsi="Arial Narrow"/>
                <w:b/>
                <w:i/>
                <w:color w:val="76923C" w:themeColor="accent3" w:themeShade="BF"/>
                <w:sz w:val="20"/>
                <w:szCs w:val="20"/>
              </w:rPr>
              <w:t>We do</w:t>
            </w:r>
            <w:r w:rsidRPr="0069352C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>)-</w:t>
            </w:r>
            <w:r w:rsidR="009466C4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 xml:space="preserve"> What </w:t>
            </w:r>
            <w:proofErr w:type="gramStart"/>
            <w:r w:rsidR="009466C4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>does</w:t>
            </w:r>
            <w:proofErr w:type="gramEnd"/>
            <w:r w:rsidR="009466C4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 xml:space="preserve"> Renaissance mean?</w:t>
            </w:r>
          </w:p>
          <w:p w:rsidR="002F0CED" w:rsidRPr="007639C1" w:rsidRDefault="002F0CED" w:rsidP="002F0CE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2F0CED" w:rsidRPr="007639C1" w:rsidRDefault="002F0CED" w:rsidP="002F0CED">
            <w:pPr>
              <w:rPr>
                <w:rFonts w:ascii="Arial Narrow" w:hAnsi="Arial Narrow"/>
                <w:b/>
                <w:color w:val="7030A0"/>
                <w:sz w:val="20"/>
                <w:szCs w:val="20"/>
              </w:rPr>
            </w:pPr>
            <w:r w:rsidRPr="007639C1">
              <w:rPr>
                <w:rFonts w:ascii="Arial Narrow" w:hAnsi="Arial Narrow"/>
                <w:b/>
                <w:sz w:val="20"/>
                <w:szCs w:val="20"/>
              </w:rPr>
              <w:t xml:space="preserve">Opening: </w:t>
            </w:r>
            <w:r w:rsidRPr="007639C1">
              <w:rPr>
                <w:rFonts w:ascii="Arial Narrow" w:hAnsi="Arial Narrow"/>
                <w:b/>
                <w:color w:val="7030A0"/>
                <w:sz w:val="20"/>
                <w:szCs w:val="20"/>
              </w:rPr>
              <w:t>Focused Instruction (</w:t>
            </w:r>
            <w:r w:rsidRPr="007639C1">
              <w:rPr>
                <w:rFonts w:ascii="Arial Narrow" w:hAnsi="Arial Narrow"/>
                <w:b/>
                <w:i/>
                <w:color w:val="7030A0"/>
                <w:sz w:val="20"/>
                <w:szCs w:val="20"/>
              </w:rPr>
              <w:t>I do</w:t>
            </w:r>
            <w:r w:rsidRPr="007639C1">
              <w:rPr>
                <w:rFonts w:ascii="Arial Narrow" w:hAnsi="Arial Narrow"/>
                <w:b/>
                <w:color w:val="7030A0"/>
                <w:sz w:val="20"/>
                <w:szCs w:val="20"/>
              </w:rPr>
              <w:t>)-</w:t>
            </w:r>
            <w:r w:rsidR="009466C4">
              <w:rPr>
                <w:rFonts w:ascii="Arial Narrow" w:hAnsi="Arial Narrow"/>
                <w:b/>
                <w:color w:val="7030A0"/>
                <w:sz w:val="20"/>
                <w:szCs w:val="20"/>
              </w:rPr>
              <w:t xml:space="preserve"> overview GSE and elements, then explain the work session; assist as needed</w:t>
            </w:r>
          </w:p>
          <w:p w:rsidR="002F0CED" w:rsidRPr="007639C1" w:rsidRDefault="002F0CED" w:rsidP="002F0CE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7639C1">
              <w:rPr>
                <w:rFonts w:ascii="Arial Narrow" w:hAnsi="Arial Narrow"/>
                <w:b/>
                <w:sz w:val="20"/>
                <w:szCs w:val="20"/>
              </w:rPr>
              <w:t xml:space="preserve">                                        </w:t>
            </w:r>
          </w:p>
          <w:p w:rsidR="009466C4" w:rsidRPr="007639C1" w:rsidRDefault="002F0CED" w:rsidP="009466C4">
            <w:pPr>
              <w:rPr>
                <w:rFonts w:ascii="Arial Narrow" w:hAnsi="Arial Narrow"/>
                <w:b/>
                <w:color w:val="0070C0"/>
                <w:sz w:val="20"/>
                <w:szCs w:val="20"/>
              </w:rPr>
            </w:pPr>
            <w:r w:rsidRPr="007639C1">
              <w:rPr>
                <w:rFonts w:ascii="Arial Narrow" w:hAnsi="Arial Narrow"/>
                <w:b/>
                <w:sz w:val="20"/>
                <w:szCs w:val="20"/>
              </w:rPr>
              <w:t xml:space="preserve">Work Session: </w:t>
            </w:r>
            <w:r w:rsidR="009466C4" w:rsidRPr="007639C1">
              <w:rPr>
                <w:rFonts w:ascii="Arial Narrow" w:hAnsi="Arial Narrow"/>
                <w:b/>
                <w:color w:val="0070C0"/>
                <w:sz w:val="20"/>
                <w:szCs w:val="20"/>
              </w:rPr>
              <w:t>Collaborative Learning (</w:t>
            </w:r>
            <w:r w:rsidR="009466C4" w:rsidRPr="007639C1">
              <w:rPr>
                <w:rFonts w:ascii="Arial Narrow" w:hAnsi="Arial Narrow"/>
                <w:b/>
                <w:i/>
                <w:color w:val="0070C0"/>
                <w:sz w:val="20"/>
                <w:szCs w:val="20"/>
              </w:rPr>
              <w:t>You do together</w:t>
            </w:r>
            <w:r w:rsidR="009466C4" w:rsidRPr="007639C1">
              <w:rPr>
                <w:rFonts w:ascii="Arial Narrow" w:hAnsi="Arial Narrow"/>
                <w:b/>
                <w:color w:val="0070C0"/>
                <w:sz w:val="20"/>
                <w:szCs w:val="20"/>
              </w:rPr>
              <w:t>)-</w:t>
            </w:r>
            <w:r w:rsidR="009466C4">
              <w:rPr>
                <w:rFonts w:ascii="Arial Narrow" w:hAnsi="Arial Narrow"/>
                <w:b/>
                <w:color w:val="0070C0"/>
                <w:sz w:val="20"/>
                <w:szCs w:val="20"/>
              </w:rPr>
              <w:t xml:space="preserve"> in pairs, complete the Atlas activity 51 – Europe During the Renaissance</w:t>
            </w:r>
          </w:p>
          <w:p w:rsidR="002F0CED" w:rsidRPr="007639C1" w:rsidRDefault="002F0CED" w:rsidP="002F0CED">
            <w:pPr>
              <w:rPr>
                <w:rFonts w:ascii="Arial Narrow" w:hAnsi="Arial Narrow"/>
                <w:b/>
                <w:color w:val="F79646" w:themeColor="accent6"/>
                <w:sz w:val="20"/>
                <w:szCs w:val="20"/>
              </w:rPr>
            </w:pPr>
            <w:r w:rsidRPr="00C37DB9">
              <w:rPr>
                <w:rFonts w:ascii="Arial Narrow" w:hAnsi="Arial Narrow"/>
                <w:b/>
                <w:color w:val="E36C0A" w:themeColor="accent6" w:themeShade="BF"/>
                <w:sz w:val="20"/>
                <w:szCs w:val="20"/>
              </w:rPr>
              <w:t>Independent Learning (</w:t>
            </w:r>
            <w:r w:rsidRPr="00C37DB9">
              <w:rPr>
                <w:rFonts w:ascii="Arial Narrow" w:hAnsi="Arial Narrow"/>
                <w:b/>
                <w:i/>
                <w:color w:val="E36C0A" w:themeColor="accent6" w:themeShade="BF"/>
                <w:sz w:val="20"/>
                <w:szCs w:val="20"/>
              </w:rPr>
              <w:t>You do alone</w:t>
            </w:r>
            <w:r w:rsidRPr="00C37DB9">
              <w:rPr>
                <w:rFonts w:ascii="Arial Narrow" w:hAnsi="Arial Narrow"/>
                <w:b/>
                <w:color w:val="E36C0A" w:themeColor="accent6" w:themeShade="BF"/>
                <w:sz w:val="20"/>
                <w:szCs w:val="20"/>
              </w:rPr>
              <w:t>)-</w:t>
            </w:r>
            <w:r w:rsidR="009466C4">
              <w:rPr>
                <w:rFonts w:ascii="Arial Narrow" w:hAnsi="Arial Narrow"/>
                <w:b/>
                <w:color w:val="E36C0A" w:themeColor="accent6" w:themeShade="BF"/>
                <w:sz w:val="20"/>
                <w:szCs w:val="20"/>
              </w:rPr>
              <w:t xml:space="preserve"> Complete question set for Chapter 17, Section 1: p. 473 (DBQ 1,2), p. 474 (SB Q), p. 47</w:t>
            </w:r>
            <w:r w:rsidR="00385B4C">
              <w:rPr>
                <w:rFonts w:ascii="Arial Narrow" w:hAnsi="Arial Narrow"/>
                <w:b/>
                <w:color w:val="E36C0A" w:themeColor="accent6" w:themeShade="BF"/>
                <w:sz w:val="20"/>
                <w:szCs w:val="20"/>
              </w:rPr>
              <w:t>6</w:t>
            </w:r>
            <w:r w:rsidR="009466C4">
              <w:rPr>
                <w:rFonts w:ascii="Arial Narrow" w:hAnsi="Arial Narrow"/>
                <w:b/>
                <w:color w:val="E36C0A" w:themeColor="accent6" w:themeShade="BF"/>
                <w:sz w:val="20"/>
                <w:szCs w:val="20"/>
              </w:rPr>
              <w:t xml:space="preserve"> (</w:t>
            </w:r>
            <w:r w:rsidR="00385B4C">
              <w:rPr>
                <w:rFonts w:ascii="Arial Narrow" w:hAnsi="Arial Narrow"/>
                <w:b/>
                <w:color w:val="E36C0A" w:themeColor="accent6" w:themeShade="BF"/>
                <w:sz w:val="20"/>
                <w:szCs w:val="20"/>
              </w:rPr>
              <w:t>PS D), p.477 (3,4,5)</w:t>
            </w:r>
          </w:p>
          <w:p w:rsidR="002F0CED" w:rsidRPr="007639C1" w:rsidRDefault="002F0CED" w:rsidP="002F0CE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2F0CED" w:rsidRPr="007639C1" w:rsidRDefault="002F0CED" w:rsidP="002F0CED">
            <w:pPr>
              <w:rPr>
                <w:rFonts w:ascii="Arial Narrow" w:hAnsi="Arial Narrow"/>
                <w:b/>
                <w:color w:val="92D050"/>
                <w:sz w:val="20"/>
                <w:szCs w:val="20"/>
              </w:rPr>
            </w:pPr>
            <w:r w:rsidRPr="007639C1">
              <w:rPr>
                <w:rFonts w:ascii="Arial Narrow" w:hAnsi="Arial Narrow"/>
                <w:b/>
                <w:sz w:val="20"/>
                <w:szCs w:val="20"/>
              </w:rPr>
              <w:t xml:space="preserve">Closing: </w:t>
            </w:r>
            <w:r w:rsidRPr="0069352C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>Guided Instruction (</w:t>
            </w:r>
            <w:r w:rsidRPr="0069352C">
              <w:rPr>
                <w:rFonts w:ascii="Arial Narrow" w:hAnsi="Arial Narrow"/>
                <w:b/>
                <w:i/>
                <w:color w:val="76923C" w:themeColor="accent3" w:themeShade="BF"/>
                <w:sz w:val="20"/>
                <w:szCs w:val="20"/>
              </w:rPr>
              <w:t>We do</w:t>
            </w:r>
            <w:r w:rsidRPr="0069352C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>)-</w:t>
            </w:r>
            <w:r w:rsidR="00385B4C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 xml:space="preserve"> Do you agree with Machiavelli?</w:t>
            </w:r>
          </w:p>
          <w:p w:rsidR="002F0CED" w:rsidRPr="007639C1" w:rsidRDefault="002F0CED" w:rsidP="002F0CE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234CF1" w:rsidRPr="007639C1" w:rsidRDefault="002F0CED" w:rsidP="002F0CE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7639C1">
              <w:rPr>
                <w:rFonts w:ascii="Arial Narrow" w:hAnsi="Arial Narrow"/>
                <w:b/>
                <w:sz w:val="20"/>
                <w:szCs w:val="20"/>
              </w:rPr>
              <w:t>Home Learning:</w:t>
            </w:r>
          </w:p>
        </w:tc>
        <w:tc>
          <w:tcPr>
            <w:tcW w:w="2250" w:type="dxa"/>
            <w:vMerge w:val="restart"/>
          </w:tcPr>
          <w:p w:rsidR="00234CF1" w:rsidRPr="00B55B5A" w:rsidRDefault="00234CF1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Advanced Organizer</w:t>
            </w:r>
          </w:p>
          <w:p w:rsidR="00234CF1" w:rsidRPr="00B55B5A" w:rsidRDefault="00234CF1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Choice Menu</w:t>
            </w:r>
          </w:p>
          <w:p w:rsidR="00234CF1" w:rsidRPr="00B55B5A" w:rsidRDefault="00234CF1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Cornell note</w:t>
            </w:r>
          </w:p>
          <w:p w:rsidR="00234CF1" w:rsidRPr="00B55B5A" w:rsidRDefault="00234CF1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Mincho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Brain Dump/Mind Map</w:t>
            </w:r>
          </w:p>
          <w:p w:rsidR="00234CF1" w:rsidRPr="00B55B5A" w:rsidRDefault="00234CF1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K-W-L</w:t>
            </w:r>
          </w:p>
          <w:p w:rsidR="00234CF1" w:rsidRPr="00B55B5A" w:rsidRDefault="00234CF1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Mincho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Carousel Brainstorming</w:t>
            </w:r>
          </w:p>
          <w:p w:rsidR="00234CF1" w:rsidRPr="00B55B5A" w:rsidRDefault="00234CF1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Mincho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3 Facts &amp; a Fib</w:t>
            </w:r>
          </w:p>
          <w:p w:rsidR="00234CF1" w:rsidRDefault="00385B4C" w:rsidP="004C073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Segoe UI Symbol" w:eastAsia="MS Mincho" w:hAnsi="Segoe UI Symbol" w:cs="Segoe UI Symbol"/>
                <w:sz w:val="16"/>
                <w:szCs w:val="16"/>
              </w:rPr>
              <w:t xml:space="preserve">X </w:t>
            </w:r>
            <w:r w:rsidR="00234CF1" w:rsidRPr="00B55B5A">
              <w:rPr>
                <w:rFonts w:ascii="Arial Narrow" w:hAnsi="Arial Narrow"/>
                <w:sz w:val="16"/>
                <w:szCs w:val="16"/>
              </w:rPr>
              <w:t>Other</w:t>
            </w:r>
          </w:p>
          <w:p w:rsidR="00385B4C" w:rsidRPr="00385B4C" w:rsidRDefault="00385B4C" w:rsidP="00385B4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Atlas Activity 51</w:t>
            </w:r>
          </w:p>
        </w:tc>
        <w:tc>
          <w:tcPr>
            <w:tcW w:w="1957" w:type="dxa"/>
          </w:tcPr>
          <w:p w:rsidR="00234CF1" w:rsidRPr="00B55B5A" w:rsidRDefault="00234CF1" w:rsidP="004C0735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Formative:</w:t>
            </w:r>
          </w:p>
          <w:p w:rsidR="00234CF1" w:rsidRDefault="00234CF1" w:rsidP="004C0735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385B4C" w:rsidRDefault="00385B4C" w:rsidP="004C073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Teacher Observation</w:t>
            </w:r>
          </w:p>
          <w:p w:rsidR="00385B4C" w:rsidRDefault="00385B4C" w:rsidP="004C073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Q&amp;A</w:t>
            </w:r>
          </w:p>
          <w:p w:rsidR="00385B4C" w:rsidRDefault="00385B4C" w:rsidP="004C073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Atlas Activity 51</w:t>
            </w:r>
          </w:p>
          <w:p w:rsidR="00385B4C" w:rsidRPr="00385B4C" w:rsidRDefault="00385B4C" w:rsidP="004C073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17-1 Question set</w:t>
            </w:r>
          </w:p>
          <w:p w:rsidR="00234CF1" w:rsidRPr="00B55B5A" w:rsidRDefault="00234CF1" w:rsidP="004C0735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234CF1" w:rsidRPr="00B55B5A" w:rsidRDefault="00234CF1" w:rsidP="004C0735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34CF1" w:rsidRPr="00B55B5A" w:rsidTr="00775052">
        <w:tblPrEx>
          <w:tblLook w:val="04A0" w:firstRow="1" w:lastRow="0" w:firstColumn="1" w:lastColumn="0" w:noHBand="0" w:noVBand="1"/>
        </w:tblPrEx>
        <w:trPr>
          <w:trHeight w:val="1349"/>
        </w:trPr>
        <w:tc>
          <w:tcPr>
            <w:tcW w:w="828" w:type="dxa"/>
            <w:vMerge/>
          </w:tcPr>
          <w:p w:rsidR="00234CF1" w:rsidRPr="00B55B5A" w:rsidRDefault="00234CF1" w:rsidP="004C0735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2880" w:type="dxa"/>
          </w:tcPr>
          <w:p w:rsidR="00234CF1" w:rsidRDefault="00234CF1" w:rsidP="007639C1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Purpose:</w:t>
            </w:r>
          </w:p>
          <w:p w:rsidR="009466C4" w:rsidRPr="00B55B5A" w:rsidRDefault="009466C4" w:rsidP="007639C1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 provide the students with a basic understanding of what contributed to the change and continuity of the Renaissance</w:t>
            </w:r>
          </w:p>
        </w:tc>
        <w:tc>
          <w:tcPr>
            <w:tcW w:w="6750" w:type="dxa"/>
            <w:vMerge/>
          </w:tcPr>
          <w:p w:rsidR="00234CF1" w:rsidRPr="007639C1" w:rsidRDefault="00234CF1" w:rsidP="004C0735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</w:tcPr>
          <w:p w:rsidR="00234CF1" w:rsidRPr="00B55B5A" w:rsidRDefault="00234CF1" w:rsidP="004C073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57" w:type="dxa"/>
          </w:tcPr>
          <w:p w:rsidR="00234CF1" w:rsidRPr="00B55B5A" w:rsidRDefault="00234CF1" w:rsidP="004C0735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Summative:</w:t>
            </w:r>
          </w:p>
        </w:tc>
      </w:tr>
      <w:tr w:rsidR="00234CF1" w:rsidRPr="00B55B5A" w:rsidTr="00775052">
        <w:trPr>
          <w:trHeight w:val="1520"/>
        </w:trPr>
        <w:tc>
          <w:tcPr>
            <w:tcW w:w="828" w:type="dxa"/>
            <w:vMerge w:val="restart"/>
            <w:vAlign w:val="center"/>
          </w:tcPr>
          <w:p w:rsidR="00234CF1" w:rsidRPr="00B55B5A" w:rsidRDefault="00EA29EB" w:rsidP="00EA29EB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Weds</w:t>
            </w:r>
          </w:p>
        </w:tc>
        <w:tc>
          <w:tcPr>
            <w:tcW w:w="2880" w:type="dxa"/>
          </w:tcPr>
          <w:p w:rsidR="00EA29EB" w:rsidRPr="00B55B5A" w:rsidRDefault="00EA29EB" w:rsidP="007639C1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Standard(s):</w:t>
            </w:r>
          </w:p>
          <w:p w:rsidR="009466C4" w:rsidRDefault="009466C4" w:rsidP="009466C4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SSWH 9 Analyze change and continuity in the Renaissance and Reformation.</w:t>
            </w:r>
          </w:p>
          <w:p w:rsidR="00234CF1" w:rsidRDefault="009466C4" w:rsidP="007639C1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b. Identify artistic and scientific achievements of the Renaissance</w:t>
            </w:r>
          </w:p>
          <w:p w:rsidR="009466C4" w:rsidRPr="009466C4" w:rsidRDefault="009466C4" w:rsidP="007639C1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d. Explain the importance of Gutenberg and the invention of the printing press</w:t>
            </w:r>
          </w:p>
        </w:tc>
        <w:tc>
          <w:tcPr>
            <w:tcW w:w="6750" w:type="dxa"/>
            <w:vMerge w:val="restart"/>
          </w:tcPr>
          <w:p w:rsidR="002F0CED" w:rsidRPr="007639C1" w:rsidRDefault="002F0CED" w:rsidP="002F0CED">
            <w:pPr>
              <w:rPr>
                <w:rFonts w:ascii="Arial Narrow" w:hAnsi="Arial Narrow"/>
                <w:b/>
                <w:color w:val="92D050"/>
                <w:sz w:val="20"/>
                <w:szCs w:val="20"/>
              </w:rPr>
            </w:pPr>
            <w:r w:rsidRPr="007639C1">
              <w:rPr>
                <w:rFonts w:ascii="Arial Narrow" w:hAnsi="Arial Narrow"/>
                <w:b/>
                <w:sz w:val="20"/>
                <w:szCs w:val="20"/>
              </w:rPr>
              <w:t xml:space="preserve">Do Now: </w:t>
            </w:r>
            <w:r w:rsidRPr="0069352C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>Guided Instruction (</w:t>
            </w:r>
            <w:r w:rsidRPr="0069352C">
              <w:rPr>
                <w:rFonts w:ascii="Arial Narrow" w:hAnsi="Arial Narrow"/>
                <w:b/>
                <w:i/>
                <w:color w:val="76923C" w:themeColor="accent3" w:themeShade="BF"/>
                <w:sz w:val="20"/>
                <w:szCs w:val="20"/>
              </w:rPr>
              <w:t>We do</w:t>
            </w:r>
            <w:r w:rsidRPr="0069352C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>)-</w:t>
            </w:r>
            <w:r w:rsidR="00385B4C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 xml:space="preserve"> What author have you read that comes from this era?</w:t>
            </w:r>
          </w:p>
          <w:p w:rsidR="002F0CED" w:rsidRPr="007639C1" w:rsidRDefault="002F0CED" w:rsidP="002F0CE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2F0CED" w:rsidRPr="007639C1" w:rsidRDefault="002F0CED" w:rsidP="002F0CED">
            <w:pPr>
              <w:rPr>
                <w:rFonts w:ascii="Arial Narrow" w:hAnsi="Arial Narrow"/>
                <w:b/>
                <w:color w:val="7030A0"/>
                <w:sz w:val="20"/>
                <w:szCs w:val="20"/>
              </w:rPr>
            </w:pPr>
            <w:r w:rsidRPr="007639C1">
              <w:rPr>
                <w:rFonts w:ascii="Arial Narrow" w:hAnsi="Arial Narrow"/>
                <w:b/>
                <w:sz w:val="20"/>
                <w:szCs w:val="20"/>
              </w:rPr>
              <w:t xml:space="preserve">Opening: </w:t>
            </w:r>
            <w:r w:rsidRPr="007639C1">
              <w:rPr>
                <w:rFonts w:ascii="Arial Narrow" w:hAnsi="Arial Narrow"/>
                <w:b/>
                <w:color w:val="7030A0"/>
                <w:sz w:val="20"/>
                <w:szCs w:val="20"/>
              </w:rPr>
              <w:t>Focused Instruction (</w:t>
            </w:r>
            <w:r w:rsidRPr="007639C1">
              <w:rPr>
                <w:rFonts w:ascii="Arial Narrow" w:hAnsi="Arial Narrow"/>
                <w:b/>
                <w:i/>
                <w:color w:val="7030A0"/>
                <w:sz w:val="20"/>
                <w:szCs w:val="20"/>
              </w:rPr>
              <w:t>I do</w:t>
            </w:r>
            <w:r w:rsidRPr="007639C1">
              <w:rPr>
                <w:rFonts w:ascii="Arial Narrow" w:hAnsi="Arial Narrow"/>
                <w:b/>
                <w:color w:val="7030A0"/>
                <w:sz w:val="20"/>
                <w:szCs w:val="20"/>
              </w:rPr>
              <w:t>)-</w:t>
            </w:r>
            <w:r w:rsidR="00385B4C">
              <w:rPr>
                <w:rFonts w:ascii="Arial Narrow" w:hAnsi="Arial Narrow"/>
                <w:b/>
                <w:color w:val="7030A0"/>
                <w:sz w:val="20"/>
                <w:szCs w:val="20"/>
              </w:rPr>
              <w:t xml:space="preserve"> explain the work session; assist as needed</w:t>
            </w:r>
          </w:p>
          <w:p w:rsidR="002F0CED" w:rsidRPr="007639C1" w:rsidRDefault="002F0CED" w:rsidP="002F0CE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7639C1">
              <w:rPr>
                <w:rFonts w:ascii="Arial Narrow" w:hAnsi="Arial Narrow"/>
                <w:b/>
                <w:sz w:val="20"/>
                <w:szCs w:val="20"/>
              </w:rPr>
              <w:t xml:space="preserve">                                        </w:t>
            </w:r>
          </w:p>
          <w:p w:rsidR="002F0CED" w:rsidRPr="007639C1" w:rsidRDefault="002F0CED" w:rsidP="002F0CED">
            <w:pPr>
              <w:rPr>
                <w:rFonts w:ascii="Arial Narrow" w:hAnsi="Arial Narrow"/>
                <w:b/>
                <w:color w:val="F79646" w:themeColor="accent6"/>
                <w:sz w:val="20"/>
                <w:szCs w:val="20"/>
              </w:rPr>
            </w:pPr>
            <w:r w:rsidRPr="007639C1">
              <w:rPr>
                <w:rFonts w:ascii="Arial Narrow" w:hAnsi="Arial Narrow"/>
                <w:b/>
                <w:sz w:val="20"/>
                <w:szCs w:val="20"/>
              </w:rPr>
              <w:t xml:space="preserve">Work Session: </w:t>
            </w:r>
            <w:r w:rsidRPr="00C37DB9">
              <w:rPr>
                <w:rFonts w:ascii="Arial Narrow" w:hAnsi="Arial Narrow"/>
                <w:b/>
                <w:color w:val="E36C0A" w:themeColor="accent6" w:themeShade="BF"/>
                <w:sz w:val="20"/>
                <w:szCs w:val="20"/>
              </w:rPr>
              <w:t>Independent Learning (</w:t>
            </w:r>
            <w:r w:rsidRPr="00C37DB9">
              <w:rPr>
                <w:rFonts w:ascii="Arial Narrow" w:hAnsi="Arial Narrow"/>
                <w:b/>
                <w:i/>
                <w:color w:val="E36C0A" w:themeColor="accent6" w:themeShade="BF"/>
                <w:sz w:val="20"/>
                <w:szCs w:val="20"/>
              </w:rPr>
              <w:t>You do alone</w:t>
            </w:r>
            <w:r w:rsidRPr="00C37DB9">
              <w:rPr>
                <w:rFonts w:ascii="Arial Narrow" w:hAnsi="Arial Narrow"/>
                <w:b/>
                <w:color w:val="E36C0A" w:themeColor="accent6" w:themeShade="BF"/>
                <w:sz w:val="20"/>
                <w:szCs w:val="20"/>
              </w:rPr>
              <w:t>)-</w:t>
            </w:r>
            <w:r w:rsidR="00385B4C">
              <w:rPr>
                <w:rFonts w:ascii="Arial Narrow" w:hAnsi="Arial Narrow"/>
                <w:b/>
                <w:color w:val="E36C0A" w:themeColor="accent6" w:themeShade="BF"/>
                <w:sz w:val="20"/>
                <w:szCs w:val="20"/>
              </w:rPr>
              <w:t xml:space="preserve"> Complete question set for Chapter 17, section 2: p. 481 (SB), p. 482 (PS B), p. 484 (SB 1,2), p. 485 (3,4,5)</w:t>
            </w:r>
          </w:p>
          <w:p w:rsidR="002F0CED" w:rsidRPr="007639C1" w:rsidRDefault="00385B4C" w:rsidP="002F0CED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AND / OR</w:t>
            </w:r>
          </w:p>
          <w:p w:rsidR="002F0CED" w:rsidRPr="007639C1" w:rsidRDefault="002F0CED" w:rsidP="002F0CED">
            <w:pPr>
              <w:rPr>
                <w:rFonts w:ascii="Arial Narrow" w:hAnsi="Arial Narrow"/>
                <w:b/>
                <w:color w:val="0070C0"/>
                <w:sz w:val="20"/>
                <w:szCs w:val="20"/>
              </w:rPr>
            </w:pPr>
            <w:r w:rsidRPr="007639C1">
              <w:rPr>
                <w:rFonts w:ascii="Arial Narrow" w:hAnsi="Arial Narrow"/>
                <w:b/>
                <w:color w:val="0070C0"/>
                <w:sz w:val="20"/>
                <w:szCs w:val="20"/>
              </w:rPr>
              <w:t>Collaborative Learning (</w:t>
            </w:r>
            <w:r w:rsidRPr="007639C1">
              <w:rPr>
                <w:rFonts w:ascii="Arial Narrow" w:hAnsi="Arial Narrow"/>
                <w:b/>
                <w:i/>
                <w:color w:val="0070C0"/>
                <w:sz w:val="20"/>
                <w:szCs w:val="20"/>
              </w:rPr>
              <w:t>You do together</w:t>
            </w:r>
            <w:r w:rsidRPr="007639C1">
              <w:rPr>
                <w:rFonts w:ascii="Arial Narrow" w:hAnsi="Arial Narrow"/>
                <w:b/>
                <w:color w:val="0070C0"/>
                <w:sz w:val="20"/>
                <w:szCs w:val="20"/>
              </w:rPr>
              <w:t>)-</w:t>
            </w:r>
            <w:r w:rsidR="00385B4C">
              <w:rPr>
                <w:rFonts w:ascii="Arial Narrow" w:hAnsi="Arial Narrow"/>
                <w:b/>
                <w:color w:val="0070C0"/>
                <w:sz w:val="20"/>
                <w:szCs w:val="20"/>
              </w:rPr>
              <w:t xml:space="preserve"> </w:t>
            </w:r>
            <w:r w:rsidR="00385B4C" w:rsidRPr="00385B4C">
              <w:rPr>
                <w:rFonts w:ascii="Arial Narrow" w:hAnsi="Arial Narrow"/>
                <w:b/>
                <w:color w:val="0070C0"/>
                <w:sz w:val="20"/>
                <w:szCs w:val="20"/>
              </w:rPr>
              <w:t>Complete question set for Chapter 17, section 2: p. 481 (SB), p. 482 (PS B), p. 484 (SB 1,2), p. 485 (3,4,5)</w:t>
            </w:r>
          </w:p>
          <w:p w:rsidR="00385B4C" w:rsidRDefault="00385B4C" w:rsidP="002F0CE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2F0CED" w:rsidRPr="007639C1" w:rsidRDefault="002F0CED" w:rsidP="002F0CED">
            <w:pPr>
              <w:rPr>
                <w:rFonts w:ascii="Arial Narrow" w:hAnsi="Arial Narrow"/>
                <w:b/>
                <w:color w:val="92D050"/>
                <w:sz w:val="20"/>
                <w:szCs w:val="20"/>
              </w:rPr>
            </w:pPr>
            <w:r w:rsidRPr="007639C1">
              <w:rPr>
                <w:rFonts w:ascii="Arial Narrow" w:hAnsi="Arial Narrow"/>
                <w:b/>
                <w:sz w:val="20"/>
                <w:szCs w:val="20"/>
              </w:rPr>
              <w:t xml:space="preserve">Closing: </w:t>
            </w:r>
            <w:r w:rsidRPr="0069352C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>Guided Instruction (</w:t>
            </w:r>
            <w:r w:rsidRPr="0069352C">
              <w:rPr>
                <w:rFonts w:ascii="Arial Narrow" w:hAnsi="Arial Narrow"/>
                <w:b/>
                <w:i/>
                <w:color w:val="76923C" w:themeColor="accent3" w:themeShade="BF"/>
                <w:sz w:val="20"/>
                <w:szCs w:val="20"/>
              </w:rPr>
              <w:t>We do</w:t>
            </w:r>
            <w:r w:rsidRPr="0069352C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>)-</w:t>
            </w:r>
            <w:r w:rsidR="00385B4C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 xml:space="preserve"> How important was the printing press?</w:t>
            </w:r>
          </w:p>
          <w:p w:rsidR="002F0CED" w:rsidRPr="007639C1" w:rsidRDefault="002F0CED" w:rsidP="002F0CE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234CF1" w:rsidRPr="007639C1" w:rsidRDefault="002F0CED" w:rsidP="002F0CE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7639C1">
              <w:rPr>
                <w:rFonts w:ascii="Arial Narrow" w:hAnsi="Arial Narrow"/>
                <w:b/>
                <w:sz w:val="20"/>
                <w:szCs w:val="20"/>
              </w:rPr>
              <w:t>Home Learning:</w:t>
            </w:r>
          </w:p>
        </w:tc>
        <w:tc>
          <w:tcPr>
            <w:tcW w:w="2250" w:type="dxa"/>
            <w:vMerge w:val="restart"/>
          </w:tcPr>
          <w:p w:rsidR="00234CF1" w:rsidRPr="00B55B5A" w:rsidRDefault="00234CF1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Advanced Organizer</w:t>
            </w:r>
          </w:p>
          <w:p w:rsidR="00234CF1" w:rsidRPr="00B55B5A" w:rsidRDefault="00234CF1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Choice Menu</w:t>
            </w:r>
          </w:p>
          <w:p w:rsidR="00234CF1" w:rsidRPr="00B55B5A" w:rsidRDefault="00234CF1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Cornell note</w:t>
            </w:r>
          </w:p>
          <w:p w:rsidR="00234CF1" w:rsidRPr="00B55B5A" w:rsidRDefault="00234CF1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Mincho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Brain Dump/Mind Map</w:t>
            </w:r>
          </w:p>
          <w:p w:rsidR="00234CF1" w:rsidRPr="00B55B5A" w:rsidRDefault="00234CF1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K-W-L</w:t>
            </w:r>
          </w:p>
          <w:p w:rsidR="00234CF1" w:rsidRPr="00B55B5A" w:rsidRDefault="00234CF1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Mincho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Carousel Brainstorming</w:t>
            </w:r>
          </w:p>
          <w:p w:rsidR="00234CF1" w:rsidRPr="00B55B5A" w:rsidRDefault="00234CF1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Mincho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3 Facts &amp; a Fib</w:t>
            </w:r>
          </w:p>
          <w:p w:rsidR="00234CF1" w:rsidRPr="00B55B5A" w:rsidRDefault="00234CF1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Mincho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Other</w:t>
            </w:r>
          </w:p>
        </w:tc>
        <w:tc>
          <w:tcPr>
            <w:tcW w:w="1957" w:type="dxa"/>
          </w:tcPr>
          <w:p w:rsidR="00234CF1" w:rsidRPr="00B55B5A" w:rsidRDefault="00234CF1" w:rsidP="004C0735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Formative:</w:t>
            </w:r>
          </w:p>
          <w:p w:rsidR="00A9478F" w:rsidRDefault="00A9478F" w:rsidP="00A9478F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A9478F" w:rsidRDefault="00A9478F" w:rsidP="00A9478F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Teacher Observation</w:t>
            </w:r>
          </w:p>
          <w:p w:rsidR="00A9478F" w:rsidRDefault="00A9478F" w:rsidP="00A9478F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Q&amp;A</w:t>
            </w:r>
          </w:p>
          <w:p w:rsidR="00A9478F" w:rsidRPr="00385B4C" w:rsidRDefault="00A9478F" w:rsidP="00A9478F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17-1 Question set</w:t>
            </w:r>
          </w:p>
          <w:p w:rsidR="00A9478F" w:rsidRPr="00385B4C" w:rsidRDefault="00A9478F" w:rsidP="00A9478F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17-2 Question set</w:t>
            </w:r>
          </w:p>
          <w:p w:rsidR="00234CF1" w:rsidRPr="00B55B5A" w:rsidRDefault="00234CF1" w:rsidP="004C0735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234CF1" w:rsidRPr="00B55B5A" w:rsidRDefault="00234CF1" w:rsidP="004C0735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234CF1" w:rsidRPr="00B55B5A" w:rsidRDefault="00234CF1" w:rsidP="004C0735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34CF1" w:rsidRPr="00B55B5A" w:rsidTr="00775052">
        <w:trPr>
          <w:trHeight w:val="1295"/>
        </w:trPr>
        <w:tc>
          <w:tcPr>
            <w:tcW w:w="828" w:type="dxa"/>
            <w:vMerge/>
            <w:vAlign w:val="center"/>
          </w:tcPr>
          <w:p w:rsidR="00234CF1" w:rsidRPr="00B55B5A" w:rsidRDefault="00234CF1" w:rsidP="004C0735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2880" w:type="dxa"/>
          </w:tcPr>
          <w:p w:rsidR="00234CF1" w:rsidRDefault="00234CF1" w:rsidP="007639C1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Purpose:</w:t>
            </w:r>
          </w:p>
          <w:p w:rsidR="00A9478F" w:rsidRPr="00B55B5A" w:rsidRDefault="00A9478F" w:rsidP="007639C1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 provide the students with a basic understanding of what contributed to the change and continuity of the Renaissance</w:t>
            </w:r>
          </w:p>
        </w:tc>
        <w:tc>
          <w:tcPr>
            <w:tcW w:w="6750" w:type="dxa"/>
            <w:vMerge/>
          </w:tcPr>
          <w:p w:rsidR="00234CF1" w:rsidRPr="007639C1" w:rsidRDefault="00234CF1" w:rsidP="004C0735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</w:tcPr>
          <w:p w:rsidR="00234CF1" w:rsidRPr="00B55B5A" w:rsidRDefault="00234CF1" w:rsidP="004C073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57" w:type="dxa"/>
          </w:tcPr>
          <w:p w:rsidR="00234CF1" w:rsidRPr="00B55B5A" w:rsidRDefault="00234CF1" w:rsidP="004C0735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Summative:</w:t>
            </w:r>
          </w:p>
        </w:tc>
      </w:tr>
      <w:tr w:rsidR="00234CF1" w:rsidRPr="00B55B5A" w:rsidTr="00775052">
        <w:trPr>
          <w:trHeight w:val="1520"/>
        </w:trPr>
        <w:tc>
          <w:tcPr>
            <w:tcW w:w="828" w:type="dxa"/>
            <w:vMerge w:val="restart"/>
            <w:vAlign w:val="center"/>
          </w:tcPr>
          <w:p w:rsidR="00234CF1" w:rsidRPr="00B55B5A" w:rsidRDefault="00EA29EB" w:rsidP="004C0735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lastRenderedPageBreak/>
              <w:t>Thurs</w:t>
            </w:r>
          </w:p>
        </w:tc>
        <w:tc>
          <w:tcPr>
            <w:tcW w:w="2880" w:type="dxa"/>
          </w:tcPr>
          <w:p w:rsidR="00EA29EB" w:rsidRDefault="00EA29EB" w:rsidP="007639C1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Standard(s):</w:t>
            </w:r>
          </w:p>
          <w:p w:rsidR="00C37DB9" w:rsidRDefault="00C37DB9" w:rsidP="00C37DB9">
            <w:pPr>
              <w:rPr>
                <w:rFonts w:ascii="Arial Narrow" w:hAnsi="Arial Narrow"/>
                <w:sz w:val="16"/>
                <w:szCs w:val="16"/>
              </w:rPr>
            </w:pPr>
            <w:r w:rsidRPr="00932463">
              <w:rPr>
                <w:rFonts w:ascii="Arial Narrow" w:hAnsi="Arial Narrow"/>
                <w:b/>
                <w:sz w:val="16"/>
                <w:szCs w:val="16"/>
              </w:rPr>
              <w:t>ELACC9-10RH4</w:t>
            </w:r>
            <w:r>
              <w:rPr>
                <w:rFonts w:ascii="Arial Narrow" w:hAnsi="Arial Narrow"/>
                <w:b/>
                <w:sz w:val="16"/>
                <w:szCs w:val="16"/>
              </w:rPr>
              <w:t>:</w:t>
            </w:r>
            <w:r>
              <w:rPr>
                <w:rFonts w:ascii="Arial Narrow" w:hAnsi="Arial Narrow"/>
                <w:sz w:val="16"/>
                <w:szCs w:val="16"/>
              </w:rPr>
              <w:t xml:space="preserve"> Determine the meaning of words and phrases as they are used in a text, including vocabulary describing political, social, or economic aspects of history/social science.</w:t>
            </w:r>
          </w:p>
          <w:p w:rsidR="00C37DB9" w:rsidRPr="00B55B5A" w:rsidRDefault="00C37DB9" w:rsidP="00C37DB9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 xml:space="preserve">ELACC9-10RH5: </w:t>
            </w:r>
            <w:r>
              <w:rPr>
                <w:rFonts w:ascii="Arial Narrow" w:hAnsi="Arial Narrow"/>
                <w:sz w:val="16"/>
                <w:szCs w:val="16"/>
              </w:rPr>
              <w:t>Analyze how a text uses structure to emphasize key points or advance an explanation or analysis.</w:t>
            </w:r>
          </w:p>
          <w:p w:rsidR="00234CF1" w:rsidRPr="00B55B5A" w:rsidRDefault="00234CF1" w:rsidP="007639C1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6750" w:type="dxa"/>
            <w:vMerge w:val="restart"/>
          </w:tcPr>
          <w:p w:rsidR="002F0CED" w:rsidRPr="007639C1" w:rsidRDefault="002F0CED" w:rsidP="002F0CED">
            <w:pPr>
              <w:rPr>
                <w:rFonts w:ascii="Arial Narrow" w:hAnsi="Arial Narrow"/>
                <w:b/>
                <w:color w:val="92D050"/>
                <w:sz w:val="20"/>
                <w:szCs w:val="20"/>
              </w:rPr>
            </w:pPr>
            <w:r w:rsidRPr="007639C1">
              <w:rPr>
                <w:rFonts w:ascii="Arial Narrow" w:hAnsi="Arial Narrow"/>
                <w:b/>
                <w:sz w:val="20"/>
                <w:szCs w:val="20"/>
              </w:rPr>
              <w:t xml:space="preserve">Do Now: </w:t>
            </w:r>
            <w:r w:rsidRPr="0069352C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>Guided Instruction (</w:t>
            </w:r>
            <w:r w:rsidRPr="0069352C">
              <w:rPr>
                <w:rFonts w:ascii="Arial Narrow" w:hAnsi="Arial Narrow"/>
                <w:b/>
                <w:i/>
                <w:color w:val="76923C" w:themeColor="accent3" w:themeShade="BF"/>
                <w:sz w:val="20"/>
                <w:szCs w:val="20"/>
              </w:rPr>
              <w:t>We do</w:t>
            </w:r>
            <w:r w:rsidRPr="0069352C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>)-</w:t>
            </w:r>
            <w:r w:rsidR="00C37DB9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 xml:space="preserve"> </w:t>
            </w:r>
            <w:r w:rsidR="00C37DB9" w:rsidRPr="009004C3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>Sign in to Achieve 300 (Lab 216)</w:t>
            </w:r>
          </w:p>
          <w:p w:rsidR="002F0CED" w:rsidRPr="007639C1" w:rsidRDefault="002F0CED" w:rsidP="002F0CE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2F0CED" w:rsidRPr="007639C1" w:rsidRDefault="002F0CED" w:rsidP="002F0CED">
            <w:pPr>
              <w:rPr>
                <w:rFonts w:ascii="Arial Narrow" w:hAnsi="Arial Narrow"/>
                <w:b/>
                <w:color w:val="7030A0"/>
                <w:sz w:val="20"/>
                <w:szCs w:val="20"/>
              </w:rPr>
            </w:pPr>
            <w:r w:rsidRPr="007639C1">
              <w:rPr>
                <w:rFonts w:ascii="Arial Narrow" w:hAnsi="Arial Narrow"/>
                <w:b/>
                <w:sz w:val="20"/>
                <w:szCs w:val="20"/>
              </w:rPr>
              <w:t xml:space="preserve">Opening: </w:t>
            </w:r>
            <w:r w:rsidRPr="007639C1">
              <w:rPr>
                <w:rFonts w:ascii="Arial Narrow" w:hAnsi="Arial Narrow"/>
                <w:b/>
                <w:color w:val="7030A0"/>
                <w:sz w:val="20"/>
                <w:szCs w:val="20"/>
              </w:rPr>
              <w:t>Focused Instruction (</w:t>
            </w:r>
            <w:r w:rsidRPr="007639C1">
              <w:rPr>
                <w:rFonts w:ascii="Arial Narrow" w:hAnsi="Arial Narrow"/>
                <w:b/>
                <w:i/>
                <w:color w:val="7030A0"/>
                <w:sz w:val="20"/>
                <w:szCs w:val="20"/>
              </w:rPr>
              <w:t>I do</w:t>
            </w:r>
            <w:r w:rsidRPr="007639C1">
              <w:rPr>
                <w:rFonts w:ascii="Arial Narrow" w:hAnsi="Arial Narrow"/>
                <w:b/>
                <w:color w:val="7030A0"/>
                <w:sz w:val="20"/>
                <w:szCs w:val="20"/>
              </w:rPr>
              <w:t>)-</w:t>
            </w:r>
            <w:r w:rsidR="00C37DB9">
              <w:rPr>
                <w:rFonts w:ascii="Arial Narrow" w:hAnsi="Arial Narrow"/>
                <w:b/>
                <w:color w:val="7030A0"/>
                <w:sz w:val="20"/>
                <w:szCs w:val="20"/>
              </w:rPr>
              <w:t xml:space="preserve"> Explain requirements of using Achieve 3000 to include providing me with your activity (quiz) 1</w:t>
            </w:r>
            <w:r w:rsidR="00C37DB9" w:rsidRPr="009004C3">
              <w:rPr>
                <w:rFonts w:ascii="Arial Narrow" w:hAnsi="Arial Narrow"/>
                <w:b/>
                <w:color w:val="7030A0"/>
                <w:sz w:val="20"/>
                <w:szCs w:val="20"/>
                <w:vertAlign w:val="superscript"/>
              </w:rPr>
              <w:t>st</w:t>
            </w:r>
            <w:r w:rsidR="00C37DB9">
              <w:rPr>
                <w:rFonts w:ascii="Arial Narrow" w:hAnsi="Arial Narrow"/>
                <w:b/>
                <w:color w:val="7030A0"/>
                <w:sz w:val="20"/>
                <w:szCs w:val="20"/>
              </w:rPr>
              <w:t xml:space="preserve"> score and showing me that you have 5 dots indicating completion of the work</w:t>
            </w:r>
          </w:p>
          <w:p w:rsidR="002F0CED" w:rsidRPr="007639C1" w:rsidRDefault="002F0CED" w:rsidP="002F0CE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7639C1">
              <w:rPr>
                <w:rFonts w:ascii="Arial Narrow" w:hAnsi="Arial Narrow"/>
                <w:b/>
                <w:sz w:val="20"/>
                <w:szCs w:val="20"/>
              </w:rPr>
              <w:t xml:space="preserve">                                        </w:t>
            </w:r>
          </w:p>
          <w:p w:rsidR="002F0CED" w:rsidRPr="007639C1" w:rsidRDefault="002F0CED" w:rsidP="002F0CED">
            <w:pPr>
              <w:rPr>
                <w:rFonts w:ascii="Arial Narrow" w:hAnsi="Arial Narrow"/>
                <w:b/>
                <w:color w:val="F79646" w:themeColor="accent6"/>
                <w:sz w:val="20"/>
                <w:szCs w:val="20"/>
              </w:rPr>
            </w:pPr>
            <w:r w:rsidRPr="007639C1">
              <w:rPr>
                <w:rFonts w:ascii="Arial Narrow" w:hAnsi="Arial Narrow"/>
                <w:b/>
                <w:sz w:val="20"/>
                <w:szCs w:val="20"/>
              </w:rPr>
              <w:t xml:space="preserve">Work Session: </w:t>
            </w:r>
            <w:r w:rsidRPr="00C37DB9">
              <w:rPr>
                <w:rFonts w:ascii="Arial Narrow" w:hAnsi="Arial Narrow"/>
                <w:b/>
                <w:color w:val="E36C0A" w:themeColor="accent6" w:themeShade="BF"/>
                <w:sz w:val="20"/>
                <w:szCs w:val="20"/>
              </w:rPr>
              <w:t>Independent Learning (</w:t>
            </w:r>
            <w:r w:rsidRPr="00C37DB9">
              <w:rPr>
                <w:rFonts w:ascii="Arial Narrow" w:hAnsi="Arial Narrow"/>
                <w:b/>
                <w:i/>
                <w:color w:val="E36C0A" w:themeColor="accent6" w:themeShade="BF"/>
                <w:sz w:val="20"/>
                <w:szCs w:val="20"/>
              </w:rPr>
              <w:t>You do alone</w:t>
            </w:r>
            <w:r w:rsidRPr="00C37DB9">
              <w:rPr>
                <w:rFonts w:ascii="Arial Narrow" w:hAnsi="Arial Narrow"/>
                <w:b/>
                <w:color w:val="E36C0A" w:themeColor="accent6" w:themeShade="BF"/>
                <w:sz w:val="20"/>
                <w:szCs w:val="20"/>
              </w:rPr>
              <w:t>)-</w:t>
            </w:r>
            <w:r w:rsidR="00C37DB9" w:rsidRPr="00C37DB9">
              <w:rPr>
                <w:rFonts w:ascii="Arial Narrow" w:hAnsi="Arial Narrow"/>
                <w:b/>
                <w:color w:val="E36C0A" w:themeColor="accent6" w:themeShade="BF"/>
                <w:sz w:val="20"/>
                <w:szCs w:val="20"/>
              </w:rPr>
              <w:t xml:space="preserve"> </w:t>
            </w:r>
            <w:r w:rsidR="00C37DB9" w:rsidRPr="00937ADF">
              <w:rPr>
                <w:rFonts w:ascii="Arial Narrow" w:hAnsi="Arial Narrow"/>
                <w:b/>
                <w:color w:val="E36C0A" w:themeColor="accent6" w:themeShade="BF"/>
                <w:sz w:val="20"/>
                <w:szCs w:val="20"/>
              </w:rPr>
              <w:t>Complete requirements of the reading assigned on Achieve 3000</w:t>
            </w:r>
          </w:p>
          <w:p w:rsidR="002F0CED" w:rsidRPr="007639C1" w:rsidRDefault="002F0CED" w:rsidP="002F0CE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2F0CED" w:rsidRPr="007639C1" w:rsidRDefault="002F0CED" w:rsidP="002F0CED">
            <w:pPr>
              <w:rPr>
                <w:rFonts w:ascii="Arial Narrow" w:hAnsi="Arial Narrow"/>
                <w:b/>
                <w:color w:val="92D050"/>
                <w:sz w:val="20"/>
                <w:szCs w:val="20"/>
              </w:rPr>
            </w:pPr>
            <w:r w:rsidRPr="007639C1">
              <w:rPr>
                <w:rFonts w:ascii="Arial Narrow" w:hAnsi="Arial Narrow"/>
                <w:b/>
                <w:sz w:val="20"/>
                <w:szCs w:val="20"/>
              </w:rPr>
              <w:t xml:space="preserve">Closing: </w:t>
            </w:r>
            <w:r w:rsidRPr="0069352C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>Guided Instruction (</w:t>
            </w:r>
            <w:r w:rsidRPr="0069352C">
              <w:rPr>
                <w:rFonts w:ascii="Arial Narrow" w:hAnsi="Arial Narrow"/>
                <w:b/>
                <w:i/>
                <w:color w:val="76923C" w:themeColor="accent3" w:themeShade="BF"/>
                <w:sz w:val="20"/>
                <w:szCs w:val="20"/>
              </w:rPr>
              <w:t>We do</w:t>
            </w:r>
            <w:r w:rsidRPr="0069352C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>)-</w:t>
            </w:r>
            <w:r w:rsidR="00C37DB9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 xml:space="preserve"> Verify quiz grades and completion of the 5 areas</w:t>
            </w:r>
          </w:p>
          <w:p w:rsidR="002F0CED" w:rsidRPr="007639C1" w:rsidRDefault="002F0CED" w:rsidP="002F0CE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2F0CED" w:rsidRPr="007639C1" w:rsidRDefault="002F0CED" w:rsidP="002F0CE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234CF1" w:rsidRPr="007639C1" w:rsidRDefault="002F0CED" w:rsidP="002F0CE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7639C1">
              <w:rPr>
                <w:rFonts w:ascii="Arial Narrow" w:hAnsi="Arial Narrow"/>
                <w:b/>
                <w:sz w:val="20"/>
                <w:szCs w:val="20"/>
              </w:rPr>
              <w:t>Home Learning:</w:t>
            </w:r>
          </w:p>
        </w:tc>
        <w:tc>
          <w:tcPr>
            <w:tcW w:w="2250" w:type="dxa"/>
            <w:vMerge w:val="restart"/>
          </w:tcPr>
          <w:p w:rsidR="00234CF1" w:rsidRPr="00B55B5A" w:rsidRDefault="00234CF1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Advanced Organizer</w:t>
            </w:r>
          </w:p>
          <w:p w:rsidR="00234CF1" w:rsidRPr="00B55B5A" w:rsidRDefault="00234CF1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Choice Menu</w:t>
            </w:r>
          </w:p>
          <w:p w:rsidR="00234CF1" w:rsidRPr="00B55B5A" w:rsidRDefault="00234CF1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Cornell note</w:t>
            </w:r>
          </w:p>
          <w:p w:rsidR="00234CF1" w:rsidRPr="00B55B5A" w:rsidRDefault="00234CF1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Mincho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Brain Dump/Mind Map</w:t>
            </w:r>
          </w:p>
          <w:p w:rsidR="00234CF1" w:rsidRPr="00B55B5A" w:rsidRDefault="00234CF1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K-W-L</w:t>
            </w:r>
          </w:p>
          <w:p w:rsidR="00234CF1" w:rsidRPr="00B55B5A" w:rsidRDefault="00234CF1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Mincho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Carousel Brainstorming</w:t>
            </w:r>
          </w:p>
          <w:p w:rsidR="00234CF1" w:rsidRPr="00B55B5A" w:rsidRDefault="00234CF1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Mincho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3 Facts &amp; a Fib</w:t>
            </w:r>
          </w:p>
          <w:p w:rsidR="00234CF1" w:rsidRDefault="00C37DB9" w:rsidP="004C073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Segoe UI Symbol" w:eastAsia="MS Mincho" w:hAnsi="Segoe UI Symbol" w:cs="Segoe UI Symbol"/>
                <w:sz w:val="16"/>
                <w:szCs w:val="16"/>
              </w:rPr>
              <w:t xml:space="preserve">X </w:t>
            </w:r>
            <w:r w:rsidR="00234CF1" w:rsidRPr="00B55B5A">
              <w:rPr>
                <w:rFonts w:ascii="Arial Narrow" w:hAnsi="Arial Narrow"/>
                <w:sz w:val="16"/>
                <w:szCs w:val="16"/>
              </w:rPr>
              <w:t>Other</w:t>
            </w:r>
          </w:p>
          <w:p w:rsidR="00C37DB9" w:rsidRPr="00C37DB9" w:rsidRDefault="00C37DB9" w:rsidP="00C37DB9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Achieve 3000</w:t>
            </w:r>
          </w:p>
        </w:tc>
        <w:tc>
          <w:tcPr>
            <w:tcW w:w="1957" w:type="dxa"/>
          </w:tcPr>
          <w:p w:rsidR="00234CF1" w:rsidRPr="00B55B5A" w:rsidRDefault="00234CF1" w:rsidP="004C0735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Formative:</w:t>
            </w:r>
          </w:p>
          <w:p w:rsidR="00C37DB9" w:rsidRDefault="00C37DB9" w:rsidP="00C37DB9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C37DB9" w:rsidRDefault="00C37DB9" w:rsidP="00C37DB9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Teacher Observation</w:t>
            </w:r>
          </w:p>
          <w:p w:rsidR="00C37DB9" w:rsidRDefault="00C37DB9" w:rsidP="00C37DB9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Q&amp;A</w:t>
            </w:r>
          </w:p>
          <w:p w:rsidR="00C37DB9" w:rsidRPr="009004C3" w:rsidRDefault="00C37DB9" w:rsidP="00C37DB9">
            <w:pPr>
              <w:rPr>
                <w:rFonts w:ascii="Arial Narrow" w:hAnsi="Arial Narrow"/>
                <w:sz w:val="16"/>
                <w:szCs w:val="16"/>
              </w:rPr>
            </w:pPr>
            <w:r w:rsidRPr="009004C3">
              <w:rPr>
                <w:rFonts w:ascii="Arial Narrow" w:hAnsi="Arial Narrow"/>
                <w:sz w:val="16"/>
                <w:szCs w:val="16"/>
              </w:rPr>
              <w:t>Achieve requirements</w:t>
            </w:r>
          </w:p>
          <w:p w:rsidR="00234CF1" w:rsidRPr="00B55B5A" w:rsidRDefault="00234CF1" w:rsidP="004C0735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34CF1" w:rsidRPr="00B55B5A" w:rsidTr="00775052">
        <w:trPr>
          <w:trHeight w:val="1061"/>
        </w:trPr>
        <w:tc>
          <w:tcPr>
            <w:tcW w:w="828" w:type="dxa"/>
            <w:vMerge/>
            <w:vAlign w:val="center"/>
          </w:tcPr>
          <w:p w:rsidR="00234CF1" w:rsidRPr="00B55B5A" w:rsidRDefault="00234CF1" w:rsidP="004C0735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2880" w:type="dxa"/>
          </w:tcPr>
          <w:p w:rsidR="00234CF1" w:rsidRDefault="00234CF1" w:rsidP="007639C1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Purpose:</w:t>
            </w:r>
          </w:p>
          <w:p w:rsidR="00C37DB9" w:rsidRPr="00B55B5A" w:rsidRDefault="00C37DB9" w:rsidP="007639C1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 provide students with an opportunity to enhance their ability to read within a structured online environment.</w:t>
            </w:r>
          </w:p>
        </w:tc>
        <w:tc>
          <w:tcPr>
            <w:tcW w:w="6750" w:type="dxa"/>
            <w:vMerge/>
          </w:tcPr>
          <w:p w:rsidR="00234CF1" w:rsidRPr="007639C1" w:rsidRDefault="00234CF1" w:rsidP="004C0735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</w:tcPr>
          <w:p w:rsidR="00234CF1" w:rsidRPr="00B55B5A" w:rsidRDefault="00234CF1" w:rsidP="004C073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57" w:type="dxa"/>
          </w:tcPr>
          <w:p w:rsidR="00234CF1" w:rsidRPr="00B55B5A" w:rsidRDefault="00234CF1" w:rsidP="004C0735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Summative:</w:t>
            </w:r>
          </w:p>
        </w:tc>
      </w:tr>
      <w:tr w:rsidR="00EE747C" w:rsidRPr="00B55B5A" w:rsidTr="00775052">
        <w:trPr>
          <w:trHeight w:val="1430"/>
        </w:trPr>
        <w:tc>
          <w:tcPr>
            <w:tcW w:w="828" w:type="dxa"/>
            <w:vMerge w:val="restart"/>
            <w:vAlign w:val="center"/>
          </w:tcPr>
          <w:p w:rsidR="00EE747C" w:rsidRPr="00B55B5A" w:rsidRDefault="00EA29EB" w:rsidP="004C0735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Fri</w:t>
            </w:r>
          </w:p>
        </w:tc>
        <w:tc>
          <w:tcPr>
            <w:tcW w:w="2880" w:type="dxa"/>
          </w:tcPr>
          <w:p w:rsidR="00EA29EB" w:rsidRPr="00B55B5A" w:rsidRDefault="00EA29EB" w:rsidP="007639C1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Standard(s):</w:t>
            </w:r>
          </w:p>
          <w:p w:rsidR="00A9478F" w:rsidRDefault="00A9478F" w:rsidP="00A9478F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SSWH 9 Analyze change and continuity in the Renaissance and Reformation.</w:t>
            </w:r>
          </w:p>
          <w:p w:rsidR="00EE747C" w:rsidRDefault="00A9478F" w:rsidP="007639C1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e. Analyze the impact of the Protestant </w:t>
            </w:r>
            <w:r>
              <w:rPr>
                <w:rFonts w:ascii="Arial Narrow" w:hAnsi="Arial Narrow"/>
                <w:sz w:val="16"/>
                <w:szCs w:val="16"/>
              </w:rPr>
              <w:br/>
              <w:t>Reformation, include:  the ideas of Martin Luther and John Calvin</w:t>
            </w:r>
          </w:p>
          <w:p w:rsidR="00A9478F" w:rsidRPr="00A9478F" w:rsidRDefault="00A9478F" w:rsidP="007639C1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Describe the English Reformation, include: the role of Henry VIII and Elizabeth I</w:t>
            </w:r>
          </w:p>
        </w:tc>
        <w:tc>
          <w:tcPr>
            <w:tcW w:w="6750" w:type="dxa"/>
            <w:vMerge w:val="restart"/>
          </w:tcPr>
          <w:p w:rsidR="002F0CED" w:rsidRPr="007639C1" w:rsidRDefault="002F0CED" w:rsidP="002F0CED">
            <w:pPr>
              <w:rPr>
                <w:rFonts w:ascii="Arial Narrow" w:hAnsi="Arial Narrow"/>
                <w:b/>
                <w:color w:val="92D050"/>
                <w:sz w:val="20"/>
                <w:szCs w:val="20"/>
              </w:rPr>
            </w:pPr>
            <w:r w:rsidRPr="007639C1">
              <w:rPr>
                <w:rFonts w:ascii="Arial Narrow" w:hAnsi="Arial Narrow"/>
                <w:b/>
                <w:sz w:val="20"/>
                <w:szCs w:val="20"/>
              </w:rPr>
              <w:t xml:space="preserve">Do Now: </w:t>
            </w:r>
            <w:r w:rsidRPr="0069352C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>Guided Instruction (</w:t>
            </w:r>
            <w:r w:rsidRPr="0069352C">
              <w:rPr>
                <w:rFonts w:ascii="Arial Narrow" w:hAnsi="Arial Narrow"/>
                <w:b/>
                <w:i/>
                <w:color w:val="76923C" w:themeColor="accent3" w:themeShade="BF"/>
                <w:sz w:val="20"/>
                <w:szCs w:val="20"/>
              </w:rPr>
              <w:t>We do</w:t>
            </w:r>
            <w:r w:rsidRPr="0069352C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>)-</w:t>
            </w:r>
            <w:r w:rsidR="00A9478F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 xml:space="preserve"> Is your religion one of the Protestant creations from the Reformation?</w:t>
            </w:r>
            <w:r w:rsidR="00300703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 xml:space="preserve"> (see p. 491)</w:t>
            </w:r>
          </w:p>
          <w:p w:rsidR="002F0CED" w:rsidRPr="007639C1" w:rsidRDefault="002F0CED" w:rsidP="002F0CE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2F0CED" w:rsidRPr="007639C1" w:rsidRDefault="002F0CED" w:rsidP="002F0CED">
            <w:pPr>
              <w:rPr>
                <w:rFonts w:ascii="Arial Narrow" w:hAnsi="Arial Narrow"/>
                <w:b/>
                <w:color w:val="7030A0"/>
                <w:sz w:val="20"/>
                <w:szCs w:val="20"/>
              </w:rPr>
            </w:pPr>
            <w:r w:rsidRPr="007639C1">
              <w:rPr>
                <w:rFonts w:ascii="Arial Narrow" w:hAnsi="Arial Narrow"/>
                <w:b/>
                <w:sz w:val="20"/>
                <w:szCs w:val="20"/>
              </w:rPr>
              <w:t xml:space="preserve">Opening: </w:t>
            </w:r>
            <w:r w:rsidRPr="007639C1">
              <w:rPr>
                <w:rFonts w:ascii="Arial Narrow" w:hAnsi="Arial Narrow"/>
                <w:b/>
                <w:color w:val="7030A0"/>
                <w:sz w:val="20"/>
                <w:szCs w:val="20"/>
              </w:rPr>
              <w:t>Focused Instruction (</w:t>
            </w:r>
            <w:r w:rsidRPr="007639C1">
              <w:rPr>
                <w:rFonts w:ascii="Arial Narrow" w:hAnsi="Arial Narrow"/>
                <w:b/>
                <w:i/>
                <w:color w:val="7030A0"/>
                <w:sz w:val="20"/>
                <w:szCs w:val="20"/>
              </w:rPr>
              <w:t>I do</w:t>
            </w:r>
            <w:r w:rsidRPr="007639C1">
              <w:rPr>
                <w:rFonts w:ascii="Arial Narrow" w:hAnsi="Arial Narrow"/>
                <w:b/>
                <w:color w:val="7030A0"/>
                <w:sz w:val="20"/>
                <w:szCs w:val="20"/>
              </w:rPr>
              <w:t>)-</w:t>
            </w:r>
            <w:r w:rsidR="00A9478F">
              <w:rPr>
                <w:rFonts w:ascii="Arial Narrow" w:hAnsi="Arial Narrow"/>
                <w:b/>
                <w:color w:val="7030A0"/>
                <w:sz w:val="20"/>
                <w:szCs w:val="20"/>
              </w:rPr>
              <w:t xml:space="preserve"> explain work session and assist as needed</w:t>
            </w:r>
          </w:p>
          <w:p w:rsidR="002F0CED" w:rsidRPr="007639C1" w:rsidRDefault="002F0CED" w:rsidP="002F0CE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7639C1">
              <w:rPr>
                <w:rFonts w:ascii="Arial Narrow" w:hAnsi="Arial Narrow"/>
                <w:b/>
                <w:sz w:val="20"/>
                <w:szCs w:val="20"/>
              </w:rPr>
              <w:t xml:space="preserve">                                        </w:t>
            </w:r>
          </w:p>
          <w:p w:rsidR="00A9478F" w:rsidRPr="007639C1" w:rsidRDefault="002F0CED" w:rsidP="00A9478F">
            <w:pPr>
              <w:rPr>
                <w:rFonts w:ascii="Arial Narrow" w:hAnsi="Arial Narrow"/>
                <w:b/>
                <w:color w:val="0070C0"/>
                <w:sz w:val="20"/>
                <w:szCs w:val="20"/>
              </w:rPr>
            </w:pPr>
            <w:r w:rsidRPr="007639C1">
              <w:rPr>
                <w:rFonts w:ascii="Arial Narrow" w:hAnsi="Arial Narrow"/>
                <w:b/>
                <w:sz w:val="20"/>
                <w:szCs w:val="20"/>
              </w:rPr>
              <w:t xml:space="preserve">Work Session: </w:t>
            </w:r>
            <w:r w:rsidR="00A9478F" w:rsidRPr="007639C1">
              <w:rPr>
                <w:rFonts w:ascii="Arial Narrow" w:hAnsi="Arial Narrow"/>
                <w:b/>
                <w:color w:val="0070C0"/>
                <w:sz w:val="20"/>
                <w:szCs w:val="20"/>
              </w:rPr>
              <w:t>Collaborative Learning (</w:t>
            </w:r>
            <w:r w:rsidR="00A9478F" w:rsidRPr="007639C1">
              <w:rPr>
                <w:rFonts w:ascii="Arial Narrow" w:hAnsi="Arial Narrow"/>
                <w:b/>
                <w:i/>
                <w:color w:val="0070C0"/>
                <w:sz w:val="20"/>
                <w:szCs w:val="20"/>
              </w:rPr>
              <w:t>You do together</w:t>
            </w:r>
            <w:r w:rsidR="00A9478F" w:rsidRPr="007639C1">
              <w:rPr>
                <w:rFonts w:ascii="Arial Narrow" w:hAnsi="Arial Narrow"/>
                <w:b/>
                <w:color w:val="0070C0"/>
                <w:sz w:val="20"/>
                <w:szCs w:val="20"/>
              </w:rPr>
              <w:t>)-</w:t>
            </w:r>
            <w:r w:rsidR="00A9478F">
              <w:rPr>
                <w:rFonts w:ascii="Arial Narrow" w:hAnsi="Arial Narrow"/>
                <w:b/>
                <w:color w:val="0070C0"/>
                <w:sz w:val="20"/>
                <w:szCs w:val="20"/>
              </w:rPr>
              <w:t xml:space="preserve"> in pairs, complete the Atlas Activity 52 – Reformation and Counter Reformation</w:t>
            </w:r>
          </w:p>
          <w:p w:rsidR="002F0CED" w:rsidRPr="007639C1" w:rsidRDefault="002F0CED" w:rsidP="002F0CED">
            <w:pPr>
              <w:rPr>
                <w:rFonts w:ascii="Arial Narrow" w:hAnsi="Arial Narrow"/>
                <w:b/>
                <w:color w:val="F79646" w:themeColor="accent6"/>
                <w:sz w:val="20"/>
                <w:szCs w:val="20"/>
              </w:rPr>
            </w:pPr>
            <w:r w:rsidRPr="00C37DB9">
              <w:rPr>
                <w:rFonts w:ascii="Arial Narrow" w:hAnsi="Arial Narrow"/>
                <w:b/>
                <w:color w:val="E36C0A" w:themeColor="accent6" w:themeShade="BF"/>
                <w:sz w:val="20"/>
                <w:szCs w:val="20"/>
              </w:rPr>
              <w:t>Independent Learning (</w:t>
            </w:r>
            <w:r w:rsidRPr="00C37DB9">
              <w:rPr>
                <w:rFonts w:ascii="Arial Narrow" w:hAnsi="Arial Narrow"/>
                <w:b/>
                <w:i/>
                <w:color w:val="E36C0A" w:themeColor="accent6" w:themeShade="BF"/>
                <w:sz w:val="20"/>
                <w:szCs w:val="20"/>
              </w:rPr>
              <w:t>You do alone</w:t>
            </w:r>
            <w:r w:rsidRPr="00C37DB9">
              <w:rPr>
                <w:rFonts w:ascii="Arial Narrow" w:hAnsi="Arial Narrow"/>
                <w:b/>
                <w:color w:val="E36C0A" w:themeColor="accent6" w:themeShade="BF"/>
                <w:sz w:val="20"/>
                <w:szCs w:val="20"/>
              </w:rPr>
              <w:t>)-</w:t>
            </w:r>
            <w:r w:rsidR="00A9478F">
              <w:rPr>
                <w:rFonts w:ascii="Arial Narrow" w:hAnsi="Arial Narrow"/>
                <w:b/>
                <w:color w:val="E36C0A" w:themeColor="accent6" w:themeShade="BF"/>
                <w:sz w:val="20"/>
                <w:szCs w:val="20"/>
              </w:rPr>
              <w:t xml:space="preserve"> complete question set for Chapter 17, Section 3: p. 489 (A), p. 490 (B), p. 491 (1), p. 494 (3,4,5)</w:t>
            </w:r>
          </w:p>
          <w:p w:rsidR="002F0CED" w:rsidRPr="007639C1" w:rsidRDefault="002F0CED" w:rsidP="002F0CE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2F0CED" w:rsidRPr="007639C1" w:rsidRDefault="002F0CED" w:rsidP="002F0CED">
            <w:pPr>
              <w:rPr>
                <w:rFonts w:ascii="Arial Narrow" w:hAnsi="Arial Narrow"/>
                <w:b/>
                <w:color w:val="92D050"/>
                <w:sz w:val="20"/>
                <w:szCs w:val="20"/>
              </w:rPr>
            </w:pPr>
            <w:r w:rsidRPr="007639C1">
              <w:rPr>
                <w:rFonts w:ascii="Arial Narrow" w:hAnsi="Arial Narrow"/>
                <w:b/>
                <w:sz w:val="20"/>
                <w:szCs w:val="20"/>
              </w:rPr>
              <w:t xml:space="preserve">Closing: </w:t>
            </w:r>
            <w:r w:rsidRPr="0069352C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>Guided Instruction (</w:t>
            </w:r>
            <w:r w:rsidRPr="0069352C">
              <w:rPr>
                <w:rFonts w:ascii="Arial Narrow" w:hAnsi="Arial Narrow"/>
                <w:b/>
                <w:i/>
                <w:color w:val="76923C" w:themeColor="accent3" w:themeShade="BF"/>
                <w:sz w:val="20"/>
                <w:szCs w:val="20"/>
              </w:rPr>
              <w:t>We do</w:t>
            </w:r>
            <w:r w:rsidRPr="0069352C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>)-</w:t>
            </w:r>
            <w:r w:rsidR="00300703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 xml:space="preserve">  Why did England become Protestant?</w:t>
            </w:r>
          </w:p>
          <w:p w:rsidR="002F0CED" w:rsidRPr="007639C1" w:rsidRDefault="002F0CED" w:rsidP="002F0CE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2F0CED" w:rsidRPr="007639C1" w:rsidRDefault="002F0CED" w:rsidP="002F0CE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EE747C" w:rsidRPr="007639C1" w:rsidRDefault="002F0CED" w:rsidP="002F0CE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7639C1">
              <w:rPr>
                <w:rFonts w:ascii="Arial Narrow" w:hAnsi="Arial Narrow"/>
                <w:b/>
                <w:sz w:val="20"/>
                <w:szCs w:val="20"/>
              </w:rPr>
              <w:t>Home Learning:</w:t>
            </w:r>
          </w:p>
        </w:tc>
        <w:tc>
          <w:tcPr>
            <w:tcW w:w="2250" w:type="dxa"/>
            <w:vMerge w:val="restart"/>
          </w:tcPr>
          <w:p w:rsidR="00EE747C" w:rsidRPr="00B55B5A" w:rsidRDefault="00EE747C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Advanced Organizer</w:t>
            </w:r>
          </w:p>
          <w:p w:rsidR="00EE747C" w:rsidRPr="00B55B5A" w:rsidRDefault="00EE747C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Choice Menu</w:t>
            </w:r>
          </w:p>
          <w:p w:rsidR="00EE747C" w:rsidRPr="00B55B5A" w:rsidRDefault="00EE747C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Cornell note</w:t>
            </w:r>
          </w:p>
          <w:p w:rsidR="00EE747C" w:rsidRPr="00B55B5A" w:rsidRDefault="00EE747C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Mincho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Brain Dump/Mind Map</w:t>
            </w:r>
          </w:p>
          <w:p w:rsidR="00EE747C" w:rsidRPr="00B55B5A" w:rsidRDefault="00EE747C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K-W-L</w:t>
            </w:r>
          </w:p>
          <w:p w:rsidR="00EE747C" w:rsidRPr="00B55B5A" w:rsidRDefault="00EE747C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Mincho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Carousel Brainstorming</w:t>
            </w:r>
          </w:p>
          <w:p w:rsidR="00EE747C" w:rsidRPr="00B55B5A" w:rsidRDefault="00EE747C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Mincho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3 Facts &amp; a Fib</w:t>
            </w:r>
          </w:p>
          <w:p w:rsidR="00A9478F" w:rsidRDefault="00A9478F" w:rsidP="00A9478F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Segoe UI Symbol" w:eastAsia="MS Mincho" w:hAnsi="Segoe UI Symbol" w:cs="Segoe UI Symbol"/>
                <w:sz w:val="16"/>
                <w:szCs w:val="16"/>
              </w:rPr>
              <w:t xml:space="preserve">X </w:t>
            </w:r>
            <w:r w:rsidRPr="00B55B5A">
              <w:rPr>
                <w:rFonts w:ascii="Arial Narrow" w:hAnsi="Arial Narrow"/>
                <w:sz w:val="16"/>
                <w:szCs w:val="16"/>
              </w:rPr>
              <w:t>Other</w:t>
            </w:r>
          </w:p>
          <w:p w:rsidR="00EE747C" w:rsidRPr="00A9478F" w:rsidRDefault="00A9478F" w:rsidP="00A9478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16"/>
                <w:szCs w:val="16"/>
              </w:rPr>
            </w:pPr>
            <w:r w:rsidRPr="00A9478F">
              <w:rPr>
                <w:rFonts w:ascii="Arial Narrow" w:hAnsi="Arial Narrow"/>
                <w:sz w:val="16"/>
                <w:szCs w:val="16"/>
              </w:rPr>
              <w:t>A</w:t>
            </w:r>
            <w:r>
              <w:rPr>
                <w:rFonts w:ascii="Arial Narrow" w:hAnsi="Arial Narrow"/>
                <w:sz w:val="16"/>
                <w:szCs w:val="16"/>
              </w:rPr>
              <w:t>tlas Activity 52</w:t>
            </w:r>
          </w:p>
        </w:tc>
        <w:tc>
          <w:tcPr>
            <w:tcW w:w="1957" w:type="dxa"/>
          </w:tcPr>
          <w:p w:rsidR="00EE747C" w:rsidRPr="00B55B5A" w:rsidRDefault="00EE747C" w:rsidP="004C0735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Formative:</w:t>
            </w:r>
          </w:p>
          <w:p w:rsidR="00A9478F" w:rsidRDefault="00A9478F" w:rsidP="00A9478F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A9478F" w:rsidRDefault="00A9478F" w:rsidP="00A9478F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Teacher Observation</w:t>
            </w:r>
          </w:p>
          <w:p w:rsidR="00A9478F" w:rsidRDefault="00A9478F" w:rsidP="00A9478F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Q&amp;A</w:t>
            </w:r>
          </w:p>
          <w:p w:rsidR="00A9478F" w:rsidRDefault="00A9478F" w:rsidP="00A9478F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Atlas Activity 52</w:t>
            </w:r>
          </w:p>
          <w:p w:rsidR="00A9478F" w:rsidRPr="00385B4C" w:rsidRDefault="00A9478F" w:rsidP="00A9478F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17-3 Question set</w:t>
            </w:r>
          </w:p>
          <w:p w:rsidR="00EE747C" w:rsidRPr="00B55B5A" w:rsidRDefault="00EE747C" w:rsidP="004C0735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EE747C" w:rsidRPr="00B55B5A" w:rsidRDefault="00EE747C" w:rsidP="004C0735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EE747C" w:rsidRPr="00B55B5A" w:rsidRDefault="00EE747C" w:rsidP="004C0735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EE747C" w:rsidRPr="00B55B5A" w:rsidTr="00775052">
        <w:trPr>
          <w:trHeight w:val="1367"/>
        </w:trPr>
        <w:tc>
          <w:tcPr>
            <w:tcW w:w="828" w:type="dxa"/>
            <w:vMerge/>
            <w:vAlign w:val="center"/>
          </w:tcPr>
          <w:p w:rsidR="00EE747C" w:rsidRPr="00B55B5A" w:rsidRDefault="00EE747C" w:rsidP="004C0735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2880" w:type="dxa"/>
          </w:tcPr>
          <w:p w:rsidR="00EE747C" w:rsidRDefault="00EE747C" w:rsidP="007639C1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Purpose:</w:t>
            </w:r>
          </w:p>
          <w:p w:rsidR="00A9478F" w:rsidRPr="00B55B5A" w:rsidRDefault="00A9478F" w:rsidP="007639C1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 provide the students with a basic understanding of what contributed to the change and continuity of the Reformation</w:t>
            </w:r>
          </w:p>
        </w:tc>
        <w:tc>
          <w:tcPr>
            <w:tcW w:w="6750" w:type="dxa"/>
            <w:vMerge/>
          </w:tcPr>
          <w:p w:rsidR="00EE747C" w:rsidRPr="00B55B5A" w:rsidRDefault="00EE747C" w:rsidP="004C073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50" w:type="dxa"/>
            <w:vMerge/>
          </w:tcPr>
          <w:p w:rsidR="00EE747C" w:rsidRPr="00B55B5A" w:rsidRDefault="00EE747C" w:rsidP="004C073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57" w:type="dxa"/>
          </w:tcPr>
          <w:p w:rsidR="00EE747C" w:rsidRPr="00B55B5A" w:rsidRDefault="00EE747C" w:rsidP="004C0735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Summative:</w:t>
            </w:r>
          </w:p>
        </w:tc>
      </w:tr>
    </w:tbl>
    <w:p w:rsidR="00F02D03" w:rsidRDefault="00F02D03" w:rsidP="00EA29EB">
      <w:pPr>
        <w:rPr>
          <w:rFonts w:ascii="Arial Narrow" w:hAnsi="Arial Narrow"/>
          <w:sz w:val="16"/>
          <w:szCs w:val="16"/>
        </w:rPr>
      </w:pPr>
    </w:p>
    <w:p w:rsidR="001175B6" w:rsidRDefault="001175B6" w:rsidP="00EA29EB">
      <w:pPr>
        <w:rPr>
          <w:rFonts w:ascii="Arial Narrow" w:hAnsi="Arial Narrow"/>
          <w:sz w:val="16"/>
          <w:szCs w:val="16"/>
        </w:rPr>
      </w:pPr>
    </w:p>
    <w:p w:rsidR="001175B6" w:rsidRPr="001175B6" w:rsidRDefault="001175B6" w:rsidP="00EA29EB">
      <w:pPr>
        <w:rPr>
          <w:rFonts w:ascii="Arial Narrow" w:hAnsi="Arial Narrow"/>
          <w:color w:val="FF0000"/>
          <w:sz w:val="28"/>
          <w:szCs w:val="28"/>
        </w:rPr>
      </w:pPr>
      <w:r w:rsidRPr="001175B6">
        <w:rPr>
          <w:rFonts w:ascii="Arial Narrow" w:hAnsi="Arial Narrow"/>
          <w:color w:val="FF0000"/>
          <w:sz w:val="28"/>
          <w:szCs w:val="28"/>
        </w:rPr>
        <w:t>WEDNESDAY AND THURSDAY WERE SNOW DAYS</w:t>
      </w:r>
      <w:bookmarkStart w:id="0" w:name="_GoBack"/>
      <w:bookmarkEnd w:id="0"/>
    </w:p>
    <w:sectPr w:rsidR="001175B6" w:rsidRPr="001175B6" w:rsidSect="00B42B9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232207"/>
    <w:multiLevelType w:val="hybridMultilevel"/>
    <w:tmpl w:val="533A4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B72FD1"/>
    <w:multiLevelType w:val="hybridMultilevel"/>
    <w:tmpl w:val="5C662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389"/>
    <w:rsid w:val="0003013B"/>
    <w:rsid w:val="00036074"/>
    <w:rsid w:val="0004609D"/>
    <w:rsid w:val="00060845"/>
    <w:rsid w:val="000A661D"/>
    <w:rsid w:val="000B6110"/>
    <w:rsid w:val="000D5596"/>
    <w:rsid w:val="000F1C7A"/>
    <w:rsid w:val="001175B6"/>
    <w:rsid w:val="00151F04"/>
    <w:rsid w:val="001B3A0B"/>
    <w:rsid w:val="001C1B39"/>
    <w:rsid w:val="001D62FF"/>
    <w:rsid w:val="001F2AFE"/>
    <w:rsid w:val="0020034B"/>
    <w:rsid w:val="00204120"/>
    <w:rsid w:val="002267D7"/>
    <w:rsid w:val="00234CF1"/>
    <w:rsid w:val="002818A5"/>
    <w:rsid w:val="002923AC"/>
    <w:rsid w:val="00295BE8"/>
    <w:rsid w:val="00297C6A"/>
    <w:rsid w:val="002F0CED"/>
    <w:rsid w:val="00300554"/>
    <w:rsid w:val="00300703"/>
    <w:rsid w:val="00305E02"/>
    <w:rsid w:val="00316180"/>
    <w:rsid w:val="00316C08"/>
    <w:rsid w:val="00382B0C"/>
    <w:rsid w:val="00385B4C"/>
    <w:rsid w:val="003B0319"/>
    <w:rsid w:val="003C2F49"/>
    <w:rsid w:val="003E0BC5"/>
    <w:rsid w:val="004459A7"/>
    <w:rsid w:val="00451E9A"/>
    <w:rsid w:val="0048073A"/>
    <w:rsid w:val="004B6BB2"/>
    <w:rsid w:val="004C0735"/>
    <w:rsid w:val="004D266D"/>
    <w:rsid w:val="00500183"/>
    <w:rsid w:val="00540133"/>
    <w:rsid w:val="00567F88"/>
    <w:rsid w:val="006255F9"/>
    <w:rsid w:val="0064166F"/>
    <w:rsid w:val="00644E2D"/>
    <w:rsid w:val="00654F37"/>
    <w:rsid w:val="0067259D"/>
    <w:rsid w:val="006918C3"/>
    <w:rsid w:val="0069352C"/>
    <w:rsid w:val="00697CCE"/>
    <w:rsid w:val="006A1D9F"/>
    <w:rsid w:val="006E59B4"/>
    <w:rsid w:val="00717F04"/>
    <w:rsid w:val="00725BFA"/>
    <w:rsid w:val="007559B7"/>
    <w:rsid w:val="00756512"/>
    <w:rsid w:val="007639C1"/>
    <w:rsid w:val="00775052"/>
    <w:rsid w:val="0077602B"/>
    <w:rsid w:val="00790F1B"/>
    <w:rsid w:val="007B6063"/>
    <w:rsid w:val="00891B5B"/>
    <w:rsid w:val="008F6F3D"/>
    <w:rsid w:val="008F7955"/>
    <w:rsid w:val="00915C58"/>
    <w:rsid w:val="00916121"/>
    <w:rsid w:val="00922C48"/>
    <w:rsid w:val="009317EB"/>
    <w:rsid w:val="00941B0A"/>
    <w:rsid w:val="009466C4"/>
    <w:rsid w:val="00951F21"/>
    <w:rsid w:val="009530EA"/>
    <w:rsid w:val="0096707C"/>
    <w:rsid w:val="00992717"/>
    <w:rsid w:val="00997672"/>
    <w:rsid w:val="009A7418"/>
    <w:rsid w:val="009D00EB"/>
    <w:rsid w:val="009D6CD7"/>
    <w:rsid w:val="00A6416F"/>
    <w:rsid w:val="00A86306"/>
    <w:rsid w:val="00A9478F"/>
    <w:rsid w:val="00AA71DB"/>
    <w:rsid w:val="00AC1647"/>
    <w:rsid w:val="00AC78EE"/>
    <w:rsid w:val="00AD2649"/>
    <w:rsid w:val="00B00DC7"/>
    <w:rsid w:val="00B105FA"/>
    <w:rsid w:val="00B42B92"/>
    <w:rsid w:val="00B55B5A"/>
    <w:rsid w:val="00B62AD7"/>
    <w:rsid w:val="00B82CEF"/>
    <w:rsid w:val="00B83F9A"/>
    <w:rsid w:val="00BB2BD7"/>
    <w:rsid w:val="00BB7518"/>
    <w:rsid w:val="00BE0CF7"/>
    <w:rsid w:val="00C123AC"/>
    <w:rsid w:val="00C12AB0"/>
    <w:rsid w:val="00C13B97"/>
    <w:rsid w:val="00C21416"/>
    <w:rsid w:val="00C344BC"/>
    <w:rsid w:val="00C37DB9"/>
    <w:rsid w:val="00C85587"/>
    <w:rsid w:val="00CB69A4"/>
    <w:rsid w:val="00CC1A0A"/>
    <w:rsid w:val="00CC1A32"/>
    <w:rsid w:val="00CD212D"/>
    <w:rsid w:val="00CD65B4"/>
    <w:rsid w:val="00D27FBF"/>
    <w:rsid w:val="00D570EB"/>
    <w:rsid w:val="00DA2651"/>
    <w:rsid w:val="00DB0ADD"/>
    <w:rsid w:val="00DB6A22"/>
    <w:rsid w:val="00DD5197"/>
    <w:rsid w:val="00E2176B"/>
    <w:rsid w:val="00E562CB"/>
    <w:rsid w:val="00EA29EB"/>
    <w:rsid w:val="00EA40FC"/>
    <w:rsid w:val="00EC739A"/>
    <w:rsid w:val="00EE747C"/>
    <w:rsid w:val="00EF0263"/>
    <w:rsid w:val="00EF7389"/>
    <w:rsid w:val="00F02D03"/>
    <w:rsid w:val="00F235C7"/>
    <w:rsid w:val="00F35243"/>
    <w:rsid w:val="00F35ACC"/>
    <w:rsid w:val="00F528E1"/>
    <w:rsid w:val="00F7314D"/>
    <w:rsid w:val="00F83B1A"/>
    <w:rsid w:val="00F915D0"/>
    <w:rsid w:val="00F96208"/>
    <w:rsid w:val="00FF2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421410"/>
  <w14:defaultImageDpi w14:val="0"/>
  <w15:docId w15:val="{3FB5E444-4550-4FFA-8C6A-BEE19C3A6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401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02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00D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00DC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8630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C37D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378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2017%20-%202018%20Kendrick\2017%20-%202018%20LP%20WORL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2990A7-E1A5-4026-B7F5-D71EC5685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2017 - 2018 LP WORLD TEMPLATE</Template>
  <TotalTime>66</TotalTime>
  <Pages>2</Pages>
  <Words>769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Teacher:                                                   Subject:                                                       Week of:</vt:lpstr>
    </vt:vector>
  </TitlesOfParts>
  <Manager>Henderson.Wendy.N@muscogee.k12.ga.us</Manager>
  <Company>MCSD</Company>
  <LinksUpToDate>false</LinksUpToDate>
  <CharactersWithSpaces>5262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Teacher:                                                   Subject:                                                       Week of:</dc:title>
  <dc:subject/>
  <dc:creator>Steve</dc:creator>
  <cp:keywords/>
  <dc:description/>
  <cp:lastModifiedBy>Stephen Johnson</cp:lastModifiedBy>
  <cp:revision>3</cp:revision>
  <cp:lastPrinted>2008-08-09T21:27:00Z</cp:lastPrinted>
  <dcterms:created xsi:type="dcterms:W3CDTF">2018-01-13T16:03:00Z</dcterms:created>
  <dcterms:modified xsi:type="dcterms:W3CDTF">2018-01-18T18:39:00Z</dcterms:modified>
</cp:coreProperties>
</file>